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E9F" w:rsidRDefault="00713E9F" w:rsidP="00E514FE">
      <w:pPr>
        <w:pStyle w:val="a9"/>
        <w:shd w:val="clear" w:color="auto" w:fill="A6A6A6" w:themeFill="background1" w:themeFillShade="A6"/>
        <w:jc w:val="center"/>
        <w:rPr>
          <w:rFonts w:ascii="Times New Roman" w:hAnsi="Times New Roman"/>
          <w:sz w:val="28"/>
          <w:szCs w:val="28"/>
        </w:rPr>
      </w:pPr>
    </w:p>
    <w:p w:rsidR="004C0385" w:rsidRPr="005600C1" w:rsidRDefault="004C0385" w:rsidP="00E514FE">
      <w:pPr>
        <w:pStyle w:val="a9"/>
        <w:shd w:val="clear" w:color="auto" w:fill="A6A6A6" w:themeFill="background1" w:themeFillShade="A6"/>
        <w:jc w:val="center"/>
        <w:rPr>
          <w:rFonts w:ascii="Times New Roman" w:hAnsi="Times New Roman"/>
          <w:sz w:val="24"/>
          <w:szCs w:val="24"/>
        </w:rPr>
      </w:pPr>
      <w:r w:rsidRPr="005600C1">
        <w:rPr>
          <w:rFonts w:ascii="Times New Roman" w:hAnsi="Times New Roman"/>
          <w:sz w:val="24"/>
          <w:szCs w:val="24"/>
        </w:rPr>
        <w:t>ТЕРРИТОРИАЛЬНЫЙ  ОРГАН ФЕДЕРАЛЬНОЙ СЛУЖБЫ</w:t>
      </w:r>
    </w:p>
    <w:p w:rsidR="004C0385" w:rsidRPr="005600C1" w:rsidRDefault="004C0385" w:rsidP="00E514FE">
      <w:pPr>
        <w:pStyle w:val="a9"/>
        <w:shd w:val="clear" w:color="auto" w:fill="A6A6A6" w:themeFill="background1" w:themeFillShade="A6"/>
        <w:jc w:val="center"/>
        <w:rPr>
          <w:rFonts w:ascii="Times New Roman" w:hAnsi="Times New Roman"/>
          <w:sz w:val="24"/>
          <w:szCs w:val="24"/>
        </w:rPr>
      </w:pPr>
      <w:r w:rsidRPr="005600C1">
        <w:rPr>
          <w:rFonts w:ascii="Times New Roman" w:hAnsi="Times New Roman"/>
          <w:sz w:val="24"/>
          <w:szCs w:val="24"/>
        </w:rPr>
        <w:t>ГОСУДАРСТВЕННОЙ СТАТИСТИКИ ПО ЧЕЧЕНСКОЙ РЕСПУБЛИКЕ</w:t>
      </w:r>
    </w:p>
    <w:p w:rsidR="004C0385" w:rsidRDefault="004C0385" w:rsidP="00E514FE">
      <w:pPr>
        <w:shd w:val="clear" w:color="auto" w:fill="A6A6A6" w:themeFill="background1" w:themeFillShade="A6"/>
        <w:rPr>
          <w:bCs/>
          <w:szCs w:val="28"/>
        </w:rPr>
      </w:pPr>
    </w:p>
    <w:p w:rsidR="00ED6029" w:rsidRDefault="00ED6029" w:rsidP="00E514FE">
      <w:pPr>
        <w:shd w:val="clear" w:color="auto" w:fill="A6A6A6" w:themeFill="background1" w:themeFillShade="A6"/>
        <w:jc w:val="center"/>
        <w:rPr>
          <w:rFonts w:ascii="Times New Roman" w:hAnsi="Times New Roman"/>
          <w:b/>
          <w:sz w:val="28"/>
          <w:szCs w:val="28"/>
        </w:rPr>
      </w:pPr>
    </w:p>
    <w:p w:rsidR="00ED6029" w:rsidRDefault="00492CB1" w:rsidP="00E514FE">
      <w:pPr>
        <w:shd w:val="clear" w:color="auto" w:fill="A6A6A6" w:themeFill="background1" w:themeFillShade="A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1760360</wp:posOffset>
            </wp:positionH>
            <wp:positionV relativeFrom="paragraph">
              <wp:posOffset>114935</wp:posOffset>
            </wp:positionV>
            <wp:extent cx="2283883" cy="2144889"/>
            <wp:effectExtent l="19050" t="0" r="2117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3883" cy="2144889"/>
                    </a:xfrm>
                    <a:prstGeom prst="rect">
                      <a:avLst/>
                    </a:prstGeom>
                    <a:noFill/>
                    <a:ln w="9525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D6029" w:rsidRDefault="00ED6029" w:rsidP="00E514FE">
      <w:pPr>
        <w:shd w:val="clear" w:color="auto" w:fill="A6A6A6" w:themeFill="background1" w:themeFillShade="A6"/>
        <w:jc w:val="center"/>
        <w:rPr>
          <w:rFonts w:ascii="Times New Roman" w:hAnsi="Times New Roman"/>
          <w:b/>
          <w:sz w:val="28"/>
          <w:szCs w:val="28"/>
        </w:rPr>
      </w:pPr>
    </w:p>
    <w:p w:rsidR="008D138F" w:rsidRDefault="008D138F" w:rsidP="00E514FE">
      <w:pPr>
        <w:shd w:val="clear" w:color="auto" w:fill="A6A6A6" w:themeFill="background1" w:themeFillShade="A6"/>
        <w:jc w:val="center"/>
        <w:rPr>
          <w:rFonts w:ascii="Times New Roman" w:hAnsi="Times New Roman"/>
          <w:b/>
          <w:sz w:val="28"/>
          <w:szCs w:val="28"/>
        </w:rPr>
      </w:pPr>
    </w:p>
    <w:p w:rsidR="008D138F" w:rsidRDefault="008D138F" w:rsidP="00E514FE">
      <w:pPr>
        <w:shd w:val="clear" w:color="auto" w:fill="A6A6A6" w:themeFill="background1" w:themeFillShade="A6"/>
        <w:jc w:val="center"/>
        <w:rPr>
          <w:rFonts w:ascii="Times New Roman" w:hAnsi="Times New Roman"/>
          <w:b/>
          <w:sz w:val="28"/>
          <w:szCs w:val="28"/>
        </w:rPr>
      </w:pPr>
    </w:p>
    <w:p w:rsidR="008A7EB7" w:rsidRDefault="008A7EB7" w:rsidP="00E514FE">
      <w:pPr>
        <w:shd w:val="clear" w:color="auto" w:fill="A6A6A6" w:themeFill="background1" w:themeFillShade="A6"/>
        <w:rPr>
          <w:rFonts w:ascii="Times New Roman" w:hAnsi="Times New Roman"/>
          <w:b/>
          <w:sz w:val="28"/>
          <w:szCs w:val="28"/>
        </w:rPr>
      </w:pPr>
    </w:p>
    <w:p w:rsidR="009E68D5" w:rsidRPr="00696699" w:rsidRDefault="009E68D5" w:rsidP="00E514FE">
      <w:pPr>
        <w:shd w:val="clear" w:color="auto" w:fill="A6A6A6" w:themeFill="background1" w:themeFillShade="A6"/>
        <w:rPr>
          <w:rFonts w:ascii="Times New Roman" w:hAnsi="Times New Roman"/>
          <w:b/>
          <w:sz w:val="28"/>
          <w:szCs w:val="28"/>
        </w:rPr>
      </w:pPr>
    </w:p>
    <w:p w:rsidR="00492CB1" w:rsidRPr="00696699" w:rsidRDefault="00492CB1" w:rsidP="00E514FE">
      <w:pPr>
        <w:shd w:val="clear" w:color="auto" w:fill="A6A6A6" w:themeFill="background1" w:themeFillShade="A6"/>
        <w:rPr>
          <w:rFonts w:ascii="Times New Roman" w:hAnsi="Times New Roman"/>
          <w:b/>
          <w:sz w:val="28"/>
          <w:szCs w:val="28"/>
        </w:rPr>
      </w:pPr>
    </w:p>
    <w:p w:rsidR="001559A5" w:rsidRDefault="00187380" w:rsidP="00187380">
      <w:pPr>
        <w:shd w:val="clear" w:color="auto" w:fill="A6A6A6" w:themeFill="background1" w:themeFillShade="A6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НАЦИОНАЛЬНЫЙ СОСТАВ</w:t>
      </w:r>
    </w:p>
    <w:p w:rsidR="00187380" w:rsidRPr="005600C1" w:rsidRDefault="00187380" w:rsidP="00187380">
      <w:pPr>
        <w:shd w:val="clear" w:color="auto" w:fill="A6A6A6" w:themeFill="background1" w:themeFillShade="A6"/>
        <w:jc w:val="center"/>
        <w:rPr>
          <w:rFonts w:ascii="Times New Roman" w:hAnsi="Times New Roman"/>
          <w:b/>
          <w:color w:val="FF0000"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И ВЛАДЕНИЕ ЯЗЫКАМИ,            ГРАЖДАНСТВО</w:t>
      </w:r>
    </w:p>
    <w:p w:rsidR="005600C1" w:rsidRDefault="005600C1" w:rsidP="00187380">
      <w:pPr>
        <w:shd w:val="clear" w:color="auto" w:fill="A6A6A6" w:themeFill="background1" w:themeFillShade="A6"/>
        <w:spacing w:after="0" w:line="240" w:lineRule="auto"/>
        <w:jc w:val="center"/>
        <w:rPr>
          <w:rFonts w:ascii="Times New Roman" w:hAnsi="Times New Roman"/>
          <w:b/>
          <w:color w:val="0070C0"/>
          <w:sz w:val="28"/>
          <w:szCs w:val="28"/>
        </w:rPr>
      </w:pPr>
    </w:p>
    <w:p w:rsidR="00203B36" w:rsidRDefault="00203B36" w:rsidP="00E514FE">
      <w:pPr>
        <w:shd w:val="clear" w:color="auto" w:fill="A6A6A6" w:themeFill="background1" w:themeFillShade="A6"/>
        <w:spacing w:after="0" w:line="240" w:lineRule="auto"/>
        <w:rPr>
          <w:rFonts w:ascii="Times New Roman" w:hAnsi="Times New Roman"/>
          <w:b/>
          <w:color w:val="0070C0"/>
          <w:sz w:val="28"/>
          <w:szCs w:val="28"/>
        </w:rPr>
      </w:pPr>
    </w:p>
    <w:p w:rsidR="009263D4" w:rsidRDefault="009263D4" w:rsidP="009263D4">
      <w:pPr>
        <w:shd w:val="clear" w:color="auto" w:fill="A6A6A6" w:themeFill="background1" w:themeFillShade="A6"/>
        <w:spacing w:after="0" w:line="240" w:lineRule="auto"/>
        <w:jc w:val="center"/>
        <w:rPr>
          <w:rFonts w:ascii="Times New Roman" w:hAnsi="Times New Roman"/>
          <w:b/>
          <w:color w:val="0070C0"/>
          <w:sz w:val="28"/>
          <w:szCs w:val="28"/>
        </w:rPr>
      </w:pPr>
      <w:r>
        <w:rPr>
          <w:rFonts w:ascii="Times New Roman" w:hAnsi="Times New Roman"/>
          <w:b/>
          <w:color w:val="0070C0"/>
          <w:sz w:val="28"/>
          <w:szCs w:val="28"/>
        </w:rPr>
        <w:t xml:space="preserve">ИТОГИ  ВСЕРОССИЙСКОЙ </w:t>
      </w:r>
    </w:p>
    <w:p w:rsidR="009263D4" w:rsidRDefault="009263D4" w:rsidP="009263D4">
      <w:pPr>
        <w:shd w:val="clear" w:color="auto" w:fill="A6A6A6" w:themeFill="background1" w:themeFillShade="A6"/>
        <w:spacing w:after="0" w:line="240" w:lineRule="auto"/>
        <w:jc w:val="center"/>
        <w:rPr>
          <w:rFonts w:ascii="Times New Roman" w:hAnsi="Times New Roman"/>
          <w:b/>
          <w:color w:val="0070C0"/>
          <w:sz w:val="28"/>
          <w:szCs w:val="28"/>
        </w:rPr>
      </w:pPr>
      <w:r>
        <w:rPr>
          <w:rFonts w:ascii="Times New Roman" w:hAnsi="Times New Roman"/>
          <w:b/>
          <w:color w:val="0070C0"/>
          <w:sz w:val="28"/>
          <w:szCs w:val="28"/>
        </w:rPr>
        <w:t>ПЕРЕПИСИ  НАСЕЛЕНИЯ</w:t>
      </w:r>
    </w:p>
    <w:p w:rsidR="009263D4" w:rsidRDefault="009263D4" w:rsidP="009263D4">
      <w:pPr>
        <w:shd w:val="clear" w:color="auto" w:fill="A6A6A6" w:themeFill="background1" w:themeFillShade="A6"/>
        <w:spacing w:after="0" w:line="240" w:lineRule="auto"/>
        <w:jc w:val="center"/>
        <w:rPr>
          <w:rFonts w:ascii="Times New Roman" w:hAnsi="Times New Roman"/>
          <w:b/>
          <w:color w:val="0070C0"/>
          <w:sz w:val="28"/>
          <w:szCs w:val="28"/>
        </w:rPr>
      </w:pPr>
      <w:r>
        <w:rPr>
          <w:rFonts w:ascii="Times New Roman" w:hAnsi="Times New Roman"/>
          <w:b/>
          <w:color w:val="0070C0"/>
          <w:sz w:val="28"/>
          <w:szCs w:val="28"/>
        </w:rPr>
        <w:t xml:space="preserve">2010 ГОДА </w:t>
      </w:r>
    </w:p>
    <w:p w:rsidR="00203B36" w:rsidRDefault="00203B36" w:rsidP="00E514FE">
      <w:pPr>
        <w:shd w:val="clear" w:color="auto" w:fill="A6A6A6" w:themeFill="background1" w:themeFillShade="A6"/>
        <w:spacing w:after="0" w:line="240" w:lineRule="auto"/>
        <w:rPr>
          <w:rFonts w:ascii="Times New Roman" w:hAnsi="Times New Roman"/>
          <w:b/>
          <w:color w:val="0070C0"/>
          <w:sz w:val="28"/>
          <w:szCs w:val="28"/>
        </w:rPr>
      </w:pPr>
    </w:p>
    <w:p w:rsidR="00203B36" w:rsidRDefault="00203B36" w:rsidP="009263D4">
      <w:pPr>
        <w:shd w:val="clear" w:color="auto" w:fill="A6A6A6" w:themeFill="background1" w:themeFillShade="A6"/>
        <w:spacing w:after="0" w:line="240" w:lineRule="auto"/>
        <w:rPr>
          <w:rFonts w:ascii="Times New Roman" w:hAnsi="Times New Roman"/>
          <w:b/>
          <w:color w:val="0070C0"/>
          <w:sz w:val="28"/>
          <w:szCs w:val="28"/>
        </w:rPr>
      </w:pPr>
    </w:p>
    <w:p w:rsidR="009263D4" w:rsidRDefault="009263D4" w:rsidP="009263D4">
      <w:pPr>
        <w:shd w:val="clear" w:color="auto" w:fill="A6A6A6" w:themeFill="background1" w:themeFillShade="A6"/>
        <w:spacing w:after="0" w:line="240" w:lineRule="auto"/>
        <w:rPr>
          <w:rFonts w:ascii="Times New Roman" w:hAnsi="Times New Roman"/>
          <w:b/>
          <w:color w:val="FF0000"/>
          <w:sz w:val="96"/>
          <w:szCs w:val="96"/>
        </w:rPr>
      </w:pPr>
    </w:p>
    <w:p w:rsidR="008A7EB7" w:rsidRPr="005600C1" w:rsidRDefault="00187380" w:rsidP="00E514FE">
      <w:pPr>
        <w:shd w:val="clear" w:color="auto" w:fill="A6A6A6" w:themeFill="background1" w:themeFillShade="A6"/>
        <w:spacing w:after="0" w:line="240" w:lineRule="auto"/>
        <w:jc w:val="center"/>
        <w:rPr>
          <w:rFonts w:ascii="Times New Roman" w:hAnsi="Times New Roman"/>
          <w:b/>
          <w:sz w:val="96"/>
          <w:szCs w:val="96"/>
        </w:rPr>
      </w:pPr>
      <w:r>
        <w:rPr>
          <w:rFonts w:ascii="Times New Roman" w:hAnsi="Times New Roman"/>
          <w:b/>
          <w:color w:val="FF0000"/>
          <w:sz w:val="96"/>
          <w:szCs w:val="96"/>
        </w:rPr>
        <w:t>4</w:t>
      </w:r>
      <w:r w:rsidR="005600C1" w:rsidRPr="005600C1">
        <w:rPr>
          <w:rFonts w:ascii="Times New Roman" w:hAnsi="Times New Roman"/>
          <w:b/>
          <w:sz w:val="96"/>
          <w:szCs w:val="96"/>
        </w:rPr>
        <w:t xml:space="preserve">                                  </w:t>
      </w:r>
      <w:r w:rsidR="009E68D5">
        <w:rPr>
          <w:rFonts w:ascii="Times New Roman" w:hAnsi="Times New Roman"/>
          <w:b/>
          <w:sz w:val="32"/>
          <w:szCs w:val="32"/>
        </w:rPr>
        <w:t>ТОМ</w:t>
      </w:r>
    </w:p>
    <w:p w:rsidR="00C44A84" w:rsidRPr="005600C1" w:rsidRDefault="00C44A84" w:rsidP="00E514FE">
      <w:pPr>
        <w:shd w:val="clear" w:color="auto" w:fill="A6A6A6" w:themeFill="background1" w:themeFillShade="A6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600C1" w:rsidRPr="005600C1" w:rsidRDefault="005600C1" w:rsidP="00E514FE">
      <w:pPr>
        <w:shd w:val="clear" w:color="auto" w:fill="A6A6A6" w:themeFill="background1" w:themeFillShade="A6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600C1" w:rsidRPr="00203B36" w:rsidRDefault="005600C1" w:rsidP="00E514FE">
      <w:pPr>
        <w:shd w:val="clear" w:color="auto" w:fill="A6A6A6" w:themeFill="background1" w:themeFillShade="A6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94044" w:rsidRPr="005600C1" w:rsidRDefault="005600C1" w:rsidP="00E514FE">
      <w:pPr>
        <w:shd w:val="clear" w:color="auto" w:fill="A6A6A6" w:themeFill="background1" w:themeFillShade="A6"/>
        <w:spacing w:after="0" w:line="240" w:lineRule="auto"/>
        <w:rPr>
          <w:rFonts w:ascii="Times New Roman" w:hAnsi="Times New Roman"/>
          <w:sz w:val="32"/>
          <w:szCs w:val="32"/>
        </w:rPr>
      </w:pPr>
      <w:r w:rsidRPr="005600C1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 w:rsidR="008D138F" w:rsidRPr="005600C1">
        <w:rPr>
          <w:rFonts w:ascii="Times New Roman" w:hAnsi="Times New Roman"/>
          <w:sz w:val="32"/>
          <w:szCs w:val="32"/>
        </w:rPr>
        <w:t>г. Грозный</w:t>
      </w:r>
    </w:p>
    <w:p w:rsidR="009E68D5" w:rsidRPr="005600C1" w:rsidRDefault="008D138F" w:rsidP="00E514FE">
      <w:pPr>
        <w:shd w:val="clear" w:color="auto" w:fill="A6A6A6" w:themeFill="background1" w:themeFillShade="A6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600C1">
        <w:rPr>
          <w:rFonts w:ascii="Times New Roman" w:hAnsi="Times New Roman"/>
          <w:sz w:val="24"/>
          <w:szCs w:val="24"/>
        </w:rPr>
        <w:t>2012</w:t>
      </w:r>
    </w:p>
    <w:p w:rsidR="00492CB1" w:rsidRPr="00327E1B" w:rsidRDefault="00492CB1" w:rsidP="00327E1B">
      <w:pPr>
        <w:rPr>
          <w:rFonts w:ascii="Times New Roman" w:hAnsi="Times New Roman"/>
          <w:b/>
          <w:sz w:val="28"/>
          <w:szCs w:val="28"/>
        </w:rPr>
      </w:pPr>
    </w:p>
    <w:p w:rsidR="002569FD" w:rsidRDefault="002569FD" w:rsidP="002569FD">
      <w:pPr>
        <w:jc w:val="center"/>
        <w:rPr>
          <w:rFonts w:ascii="Times New Roman" w:hAnsi="Times New Roman"/>
          <w:b/>
          <w:sz w:val="28"/>
          <w:szCs w:val="28"/>
        </w:rPr>
      </w:pPr>
      <w:r w:rsidRPr="00FC2AD4">
        <w:rPr>
          <w:rFonts w:ascii="Times New Roman" w:hAnsi="Times New Roman"/>
          <w:b/>
          <w:sz w:val="28"/>
          <w:szCs w:val="28"/>
        </w:rPr>
        <w:t>СОДЕРЖАНИЕ</w:t>
      </w:r>
    </w:p>
    <w:p w:rsidR="002569FD" w:rsidRPr="00FC2AD4" w:rsidRDefault="002569FD" w:rsidP="002569FD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835" w:type="dxa"/>
        <w:jc w:val="center"/>
        <w:tblInd w:w="1560" w:type="dxa"/>
        <w:tblLayout w:type="fixed"/>
        <w:tblLook w:val="04A0"/>
      </w:tblPr>
      <w:tblGrid>
        <w:gridCol w:w="710"/>
        <w:gridCol w:w="8505"/>
        <w:gridCol w:w="620"/>
      </w:tblGrid>
      <w:tr w:rsidR="002569FD" w:rsidRPr="005456CC" w:rsidTr="002569FD">
        <w:trPr>
          <w:jc w:val="center"/>
        </w:trPr>
        <w:tc>
          <w:tcPr>
            <w:tcW w:w="710" w:type="dxa"/>
            <w:vAlign w:val="center"/>
          </w:tcPr>
          <w:p w:rsidR="002569FD" w:rsidRPr="005456CC" w:rsidRDefault="002569FD" w:rsidP="009B7858">
            <w:pPr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505" w:type="dxa"/>
            <w:vAlign w:val="center"/>
          </w:tcPr>
          <w:p w:rsidR="002569FD" w:rsidRPr="002B119A" w:rsidRDefault="002569FD" w:rsidP="009B7858">
            <w:pPr>
              <w:rPr>
                <w:rFonts w:ascii="Times New Roman" w:hAnsi="Times New Roman"/>
                <w:sz w:val="24"/>
                <w:szCs w:val="24"/>
              </w:rPr>
            </w:pPr>
            <w:r w:rsidRPr="005456CC">
              <w:rPr>
                <w:rFonts w:ascii="Times New Roman" w:eastAsiaTheme="minorEastAsia" w:hAnsi="Times New Roman"/>
                <w:sz w:val="24"/>
                <w:szCs w:val="24"/>
              </w:rPr>
              <w:t>Предисловие…………………………………</w:t>
            </w:r>
            <w:r w:rsidRPr="00594CCE">
              <w:rPr>
                <w:rFonts w:ascii="Times New Roman" w:eastAsiaTheme="minorEastAsia" w:hAnsi="Times New Roman"/>
                <w:sz w:val="24"/>
                <w:szCs w:val="24"/>
              </w:rPr>
              <w:t>…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…….</w:t>
            </w:r>
            <w:r w:rsidRPr="005456CC">
              <w:rPr>
                <w:rFonts w:ascii="Times New Roman" w:eastAsiaTheme="minorEastAsia" w:hAnsi="Times New Roman"/>
                <w:sz w:val="24"/>
                <w:szCs w:val="24"/>
              </w:rPr>
              <w:t>…………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………………..……</w:t>
            </w:r>
          </w:p>
        </w:tc>
        <w:tc>
          <w:tcPr>
            <w:tcW w:w="620" w:type="dxa"/>
            <w:vAlign w:val="center"/>
          </w:tcPr>
          <w:p w:rsidR="002569FD" w:rsidRPr="003F7D56" w:rsidRDefault="00B64DF9" w:rsidP="009B7858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</w:p>
        </w:tc>
      </w:tr>
      <w:tr w:rsidR="002569FD" w:rsidRPr="005456CC" w:rsidTr="002569FD">
        <w:trPr>
          <w:jc w:val="center"/>
        </w:trPr>
        <w:tc>
          <w:tcPr>
            <w:tcW w:w="710" w:type="dxa"/>
          </w:tcPr>
          <w:p w:rsidR="002569FD" w:rsidRPr="003F7D56" w:rsidRDefault="002569FD" w:rsidP="002569FD">
            <w:pPr>
              <w:spacing w:after="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  1.</w:t>
            </w:r>
            <w:r w:rsidRPr="003F7D56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05" w:type="dxa"/>
            <w:vAlign w:val="center"/>
          </w:tcPr>
          <w:p w:rsidR="002569FD" w:rsidRPr="002B119A" w:rsidRDefault="002569FD" w:rsidP="009B785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Национальный состав неселения Чеченской Республики……………………...…..</w:t>
            </w:r>
          </w:p>
        </w:tc>
        <w:tc>
          <w:tcPr>
            <w:tcW w:w="620" w:type="dxa"/>
            <w:vAlign w:val="center"/>
          </w:tcPr>
          <w:p w:rsidR="002569FD" w:rsidRPr="003F7D56" w:rsidRDefault="009263D4" w:rsidP="009B7858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4</w:t>
            </w:r>
          </w:p>
        </w:tc>
      </w:tr>
      <w:tr w:rsidR="002569FD" w:rsidRPr="005456CC" w:rsidTr="002569FD">
        <w:trPr>
          <w:trHeight w:val="666"/>
          <w:jc w:val="center"/>
        </w:trPr>
        <w:tc>
          <w:tcPr>
            <w:tcW w:w="710" w:type="dxa"/>
          </w:tcPr>
          <w:p w:rsidR="002569FD" w:rsidRPr="003F7D56" w:rsidRDefault="002569FD" w:rsidP="002569FD">
            <w:pPr>
              <w:spacing w:after="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  2.</w:t>
            </w:r>
          </w:p>
        </w:tc>
        <w:tc>
          <w:tcPr>
            <w:tcW w:w="8505" w:type="dxa"/>
            <w:vAlign w:val="center"/>
          </w:tcPr>
          <w:p w:rsidR="002569FD" w:rsidRPr="002B119A" w:rsidRDefault="002569FD" w:rsidP="009B785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 группы населения « Указавшие другие ответы о национальной принадлежности»………………....……………………………………………...……</w:t>
            </w:r>
          </w:p>
        </w:tc>
        <w:tc>
          <w:tcPr>
            <w:tcW w:w="620" w:type="dxa"/>
            <w:vAlign w:val="center"/>
          </w:tcPr>
          <w:p w:rsidR="002569FD" w:rsidRPr="003F7D56" w:rsidRDefault="00D94C4D" w:rsidP="009B7858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61</w:t>
            </w:r>
          </w:p>
        </w:tc>
      </w:tr>
      <w:tr w:rsidR="002569FD" w:rsidRPr="005456CC" w:rsidTr="002569FD">
        <w:trPr>
          <w:jc w:val="center"/>
        </w:trPr>
        <w:tc>
          <w:tcPr>
            <w:tcW w:w="710" w:type="dxa"/>
          </w:tcPr>
          <w:p w:rsidR="002569FD" w:rsidRPr="00594CCE" w:rsidRDefault="002569FD" w:rsidP="002569FD">
            <w:pPr>
              <w:spacing w:after="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  3.</w:t>
            </w:r>
          </w:p>
        </w:tc>
        <w:tc>
          <w:tcPr>
            <w:tcW w:w="8505" w:type="dxa"/>
          </w:tcPr>
          <w:p w:rsidR="002569FD" w:rsidRPr="00F707CD" w:rsidRDefault="002569FD" w:rsidP="009B785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Население по национальности и владению русским языком…………………...….</w:t>
            </w:r>
          </w:p>
        </w:tc>
        <w:tc>
          <w:tcPr>
            <w:tcW w:w="620" w:type="dxa"/>
            <w:vAlign w:val="center"/>
          </w:tcPr>
          <w:p w:rsidR="002569FD" w:rsidRPr="003F7D56" w:rsidRDefault="007F6F8F" w:rsidP="009B7858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6</w:t>
            </w:r>
            <w:r w:rsidR="00D94C4D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</w:tr>
      <w:tr w:rsidR="002569FD" w:rsidRPr="005456CC" w:rsidTr="002569FD">
        <w:trPr>
          <w:jc w:val="center"/>
        </w:trPr>
        <w:tc>
          <w:tcPr>
            <w:tcW w:w="710" w:type="dxa"/>
          </w:tcPr>
          <w:p w:rsidR="002569FD" w:rsidRPr="00594CCE" w:rsidRDefault="002569FD" w:rsidP="002569FD">
            <w:pPr>
              <w:spacing w:after="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  4.</w:t>
            </w:r>
          </w:p>
        </w:tc>
        <w:tc>
          <w:tcPr>
            <w:tcW w:w="8505" w:type="dxa"/>
          </w:tcPr>
          <w:p w:rsidR="002569FD" w:rsidRPr="002B119A" w:rsidRDefault="002569FD" w:rsidP="009B785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Население по национальности и владению русским языком по Чеченской Республике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…………………………………….………….……...................................</w:t>
            </w:r>
          </w:p>
        </w:tc>
        <w:tc>
          <w:tcPr>
            <w:tcW w:w="620" w:type="dxa"/>
            <w:vAlign w:val="center"/>
          </w:tcPr>
          <w:p w:rsidR="002569FD" w:rsidRPr="003F7D56" w:rsidRDefault="007F6F8F" w:rsidP="009B7858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6</w:t>
            </w:r>
            <w:r w:rsidR="00D94C4D">
              <w:rPr>
                <w:rFonts w:ascii="Times New Roman" w:eastAsiaTheme="minorEastAsia" w:hAnsi="Times New Roman"/>
                <w:sz w:val="24"/>
                <w:szCs w:val="24"/>
              </w:rPr>
              <w:t>4</w:t>
            </w:r>
          </w:p>
        </w:tc>
      </w:tr>
      <w:tr w:rsidR="002569FD" w:rsidRPr="005456CC" w:rsidTr="002569FD">
        <w:trPr>
          <w:jc w:val="center"/>
        </w:trPr>
        <w:tc>
          <w:tcPr>
            <w:tcW w:w="710" w:type="dxa"/>
          </w:tcPr>
          <w:p w:rsidR="002569FD" w:rsidRDefault="002569FD" w:rsidP="002569FD">
            <w:pPr>
              <w:spacing w:after="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  5.</w:t>
            </w:r>
          </w:p>
        </w:tc>
        <w:tc>
          <w:tcPr>
            <w:tcW w:w="8505" w:type="dxa"/>
          </w:tcPr>
          <w:p w:rsidR="002569FD" w:rsidRDefault="002569FD" w:rsidP="009B785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Владение языками населением Чеченской Республики ………………………..….</w:t>
            </w:r>
          </w:p>
        </w:tc>
        <w:tc>
          <w:tcPr>
            <w:tcW w:w="620" w:type="dxa"/>
            <w:vAlign w:val="center"/>
          </w:tcPr>
          <w:p w:rsidR="002569FD" w:rsidRPr="002A0450" w:rsidRDefault="007F6F8F" w:rsidP="009B7858">
            <w:pPr>
              <w:spacing w:after="0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67344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15</w:t>
            </w:r>
            <w:r w:rsidR="00D94C4D" w:rsidRPr="00F67344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2569FD" w:rsidRPr="005456CC" w:rsidTr="002569FD">
        <w:trPr>
          <w:jc w:val="center"/>
        </w:trPr>
        <w:tc>
          <w:tcPr>
            <w:tcW w:w="710" w:type="dxa"/>
          </w:tcPr>
          <w:p w:rsidR="002569FD" w:rsidRDefault="002569FD" w:rsidP="002569FD">
            <w:pPr>
              <w:spacing w:after="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  6.</w:t>
            </w:r>
          </w:p>
        </w:tc>
        <w:tc>
          <w:tcPr>
            <w:tcW w:w="8505" w:type="dxa"/>
          </w:tcPr>
          <w:p w:rsidR="002569FD" w:rsidRDefault="002569FD" w:rsidP="009B785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Владение языками населением наиболее многочисленных национальностей…...</w:t>
            </w:r>
          </w:p>
        </w:tc>
        <w:tc>
          <w:tcPr>
            <w:tcW w:w="620" w:type="dxa"/>
            <w:vAlign w:val="center"/>
          </w:tcPr>
          <w:p w:rsidR="002569FD" w:rsidRPr="002A0450" w:rsidRDefault="00B64DF9" w:rsidP="009B7858">
            <w:pPr>
              <w:spacing w:after="0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2A0450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1</w:t>
            </w:r>
            <w:r w:rsidR="007F6F8F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5</w:t>
            </w:r>
            <w:r w:rsidR="00F67344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2569FD" w:rsidRPr="005456CC" w:rsidTr="002569FD">
        <w:trPr>
          <w:trHeight w:val="647"/>
          <w:jc w:val="center"/>
        </w:trPr>
        <w:tc>
          <w:tcPr>
            <w:tcW w:w="710" w:type="dxa"/>
          </w:tcPr>
          <w:p w:rsidR="002569FD" w:rsidRDefault="002569FD" w:rsidP="002569FD">
            <w:pPr>
              <w:spacing w:after="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  7.</w:t>
            </w:r>
          </w:p>
        </w:tc>
        <w:tc>
          <w:tcPr>
            <w:tcW w:w="8505" w:type="dxa"/>
          </w:tcPr>
          <w:p w:rsidR="002569FD" w:rsidRPr="003F7D56" w:rsidRDefault="002569FD" w:rsidP="009B7858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Владение языками населением наиболее многочисленных национальностеи по Чеченской Республике…………………………………………………………….......</w:t>
            </w:r>
          </w:p>
        </w:tc>
        <w:tc>
          <w:tcPr>
            <w:tcW w:w="620" w:type="dxa"/>
            <w:vAlign w:val="center"/>
          </w:tcPr>
          <w:p w:rsidR="007F6F8F" w:rsidRDefault="007F6F8F" w:rsidP="009B7858">
            <w:pPr>
              <w:spacing w:after="0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</w:p>
          <w:p w:rsidR="002569FD" w:rsidRPr="002A0450" w:rsidRDefault="00F67344" w:rsidP="009B7858">
            <w:pPr>
              <w:spacing w:after="0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67344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168</w:t>
            </w:r>
          </w:p>
        </w:tc>
      </w:tr>
      <w:tr w:rsidR="002569FD" w:rsidRPr="005456CC" w:rsidTr="002569FD">
        <w:trPr>
          <w:jc w:val="center"/>
        </w:trPr>
        <w:tc>
          <w:tcPr>
            <w:tcW w:w="710" w:type="dxa"/>
          </w:tcPr>
          <w:p w:rsidR="002569FD" w:rsidRDefault="002569FD" w:rsidP="002569FD">
            <w:pPr>
              <w:spacing w:after="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  8.</w:t>
            </w:r>
          </w:p>
        </w:tc>
        <w:tc>
          <w:tcPr>
            <w:tcW w:w="8505" w:type="dxa"/>
          </w:tcPr>
          <w:p w:rsidR="002569FD" w:rsidRPr="00B0468A" w:rsidRDefault="002569FD" w:rsidP="009B7858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Население наиболее многочисленных национальностей по родному языку…...…</w:t>
            </w:r>
          </w:p>
        </w:tc>
        <w:tc>
          <w:tcPr>
            <w:tcW w:w="620" w:type="dxa"/>
            <w:vAlign w:val="center"/>
          </w:tcPr>
          <w:p w:rsidR="002569FD" w:rsidRPr="002A0450" w:rsidRDefault="00B64DF9" w:rsidP="009B7858">
            <w:pPr>
              <w:spacing w:after="0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2A0450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1</w:t>
            </w:r>
            <w:r w:rsidR="00F67344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69</w:t>
            </w:r>
          </w:p>
        </w:tc>
      </w:tr>
      <w:tr w:rsidR="002569FD" w:rsidRPr="005456CC" w:rsidTr="002569FD">
        <w:trPr>
          <w:jc w:val="center"/>
        </w:trPr>
        <w:tc>
          <w:tcPr>
            <w:tcW w:w="710" w:type="dxa"/>
          </w:tcPr>
          <w:p w:rsidR="002569FD" w:rsidRDefault="002569FD" w:rsidP="002569FD">
            <w:pPr>
              <w:spacing w:after="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  9.</w:t>
            </w:r>
          </w:p>
        </w:tc>
        <w:tc>
          <w:tcPr>
            <w:tcW w:w="8505" w:type="dxa"/>
          </w:tcPr>
          <w:p w:rsidR="002569FD" w:rsidRPr="00B0468A" w:rsidRDefault="002569FD" w:rsidP="009B7858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Население наиболее многочисленных национальностеи по родному языку по Чеченской Республике……………………………………………..…………………</w:t>
            </w:r>
          </w:p>
        </w:tc>
        <w:tc>
          <w:tcPr>
            <w:tcW w:w="620" w:type="dxa"/>
            <w:vAlign w:val="center"/>
          </w:tcPr>
          <w:p w:rsidR="00B64DF9" w:rsidRPr="002A0450" w:rsidRDefault="00B64DF9" w:rsidP="009B7858">
            <w:pPr>
              <w:spacing w:after="0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</w:p>
          <w:p w:rsidR="002569FD" w:rsidRPr="006A45A1" w:rsidRDefault="00B64DF9" w:rsidP="009B7858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A45A1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  <w:r w:rsidR="00F67344" w:rsidRPr="006A45A1">
              <w:rPr>
                <w:rFonts w:ascii="Times New Roman" w:eastAsiaTheme="minorEastAsia" w:hAnsi="Times New Roman"/>
                <w:sz w:val="24"/>
                <w:szCs w:val="24"/>
              </w:rPr>
              <w:t>77</w:t>
            </w:r>
          </w:p>
        </w:tc>
      </w:tr>
      <w:tr w:rsidR="002569FD" w:rsidRPr="005456CC" w:rsidTr="002569FD">
        <w:trPr>
          <w:jc w:val="center"/>
        </w:trPr>
        <w:tc>
          <w:tcPr>
            <w:tcW w:w="710" w:type="dxa"/>
          </w:tcPr>
          <w:p w:rsidR="002569FD" w:rsidRDefault="002569FD" w:rsidP="009B7858">
            <w:pPr>
              <w:spacing w:after="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10.</w:t>
            </w:r>
          </w:p>
        </w:tc>
        <w:tc>
          <w:tcPr>
            <w:tcW w:w="8505" w:type="dxa"/>
          </w:tcPr>
          <w:p w:rsidR="002569FD" w:rsidRPr="00B0468A" w:rsidRDefault="002569FD" w:rsidP="009B7858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Население наиболее многочисленных национальностеи по возрастным группам и полу по Чеченской Республике………………………………………………….…</w:t>
            </w:r>
          </w:p>
        </w:tc>
        <w:tc>
          <w:tcPr>
            <w:tcW w:w="620" w:type="dxa"/>
            <w:vAlign w:val="center"/>
          </w:tcPr>
          <w:p w:rsidR="00B64DF9" w:rsidRPr="002A0450" w:rsidRDefault="00B64DF9" w:rsidP="009B7858">
            <w:pPr>
              <w:spacing w:after="0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</w:p>
          <w:p w:rsidR="002569FD" w:rsidRPr="002A0450" w:rsidRDefault="00B64DF9" w:rsidP="009B7858">
            <w:pPr>
              <w:spacing w:after="0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2A0450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1</w:t>
            </w:r>
            <w:r w:rsidR="00BD147A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78</w:t>
            </w:r>
          </w:p>
        </w:tc>
      </w:tr>
      <w:tr w:rsidR="002569FD" w:rsidRPr="005456CC" w:rsidTr="002569FD">
        <w:trPr>
          <w:jc w:val="center"/>
        </w:trPr>
        <w:tc>
          <w:tcPr>
            <w:tcW w:w="710" w:type="dxa"/>
          </w:tcPr>
          <w:p w:rsidR="002569FD" w:rsidRDefault="002569FD" w:rsidP="009B7858">
            <w:pPr>
              <w:spacing w:after="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11.</w:t>
            </w:r>
          </w:p>
        </w:tc>
        <w:tc>
          <w:tcPr>
            <w:tcW w:w="8505" w:type="dxa"/>
          </w:tcPr>
          <w:p w:rsidR="002569FD" w:rsidRPr="00B0468A" w:rsidRDefault="002569FD" w:rsidP="009B7858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Население наиболее многочисленных национальностеи по возрастным группам, полу и состоянию в браке…………………………………………………………….</w:t>
            </w:r>
          </w:p>
        </w:tc>
        <w:tc>
          <w:tcPr>
            <w:tcW w:w="620" w:type="dxa"/>
            <w:vAlign w:val="center"/>
          </w:tcPr>
          <w:p w:rsidR="00B64DF9" w:rsidRPr="002A0450" w:rsidRDefault="00B64DF9" w:rsidP="009B7858">
            <w:pPr>
              <w:spacing w:after="0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</w:p>
          <w:p w:rsidR="002569FD" w:rsidRPr="002A0450" w:rsidRDefault="00B64DF9" w:rsidP="009B7858">
            <w:pPr>
              <w:spacing w:after="0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2A0450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1</w:t>
            </w:r>
            <w:r w:rsidR="007F6F8F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8</w:t>
            </w:r>
            <w:r w:rsidR="00BD147A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2569FD" w:rsidRPr="005456CC" w:rsidTr="002569FD">
        <w:trPr>
          <w:jc w:val="center"/>
        </w:trPr>
        <w:tc>
          <w:tcPr>
            <w:tcW w:w="710" w:type="dxa"/>
          </w:tcPr>
          <w:p w:rsidR="002569FD" w:rsidRDefault="002569FD" w:rsidP="009B7858">
            <w:pPr>
              <w:spacing w:after="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12.</w:t>
            </w:r>
          </w:p>
        </w:tc>
        <w:tc>
          <w:tcPr>
            <w:tcW w:w="8505" w:type="dxa"/>
          </w:tcPr>
          <w:p w:rsidR="002569FD" w:rsidRPr="00B0468A" w:rsidRDefault="002569FD" w:rsidP="009B7858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Население наиболее многочисленных национальностеи по полу и состоянию в браке по Чеченской Республике……………………………………………………..</w:t>
            </w:r>
          </w:p>
        </w:tc>
        <w:tc>
          <w:tcPr>
            <w:tcW w:w="620" w:type="dxa"/>
            <w:vAlign w:val="center"/>
          </w:tcPr>
          <w:p w:rsidR="007F6F8F" w:rsidRDefault="007F6F8F" w:rsidP="009B7858">
            <w:pPr>
              <w:spacing w:after="0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</w:p>
          <w:p w:rsidR="002569FD" w:rsidRPr="002A0450" w:rsidRDefault="00B64DF9" w:rsidP="009B7858">
            <w:pPr>
              <w:spacing w:after="0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2A0450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1</w:t>
            </w:r>
            <w:r w:rsidR="00BD147A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88</w:t>
            </w:r>
          </w:p>
        </w:tc>
      </w:tr>
      <w:tr w:rsidR="002569FD" w:rsidRPr="005456CC" w:rsidTr="002569FD">
        <w:trPr>
          <w:jc w:val="center"/>
        </w:trPr>
        <w:tc>
          <w:tcPr>
            <w:tcW w:w="710" w:type="dxa"/>
          </w:tcPr>
          <w:p w:rsidR="002569FD" w:rsidRDefault="002569FD" w:rsidP="009B7858">
            <w:pPr>
              <w:spacing w:after="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13.</w:t>
            </w:r>
          </w:p>
        </w:tc>
        <w:tc>
          <w:tcPr>
            <w:tcW w:w="8505" w:type="dxa"/>
          </w:tcPr>
          <w:p w:rsidR="002569FD" w:rsidRPr="00B0468A" w:rsidRDefault="002569FD" w:rsidP="009B7858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13. Население наиболее многочисленных национальностеи по возрастнвм  группам, полу и уровню образования……………………………………………….</w:t>
            </w:r>
          </w:p>
        </w:tc>
        <w:tc>
          <w:tcPr>
            <w:tcW w:w="620" w:type="dxa"/>
            <w:vAlign w:val="center"/>
          </w:tcPr>
          <w:p w:rsidR="007F6F8F" w:rsidRDefault="007F6F8F" w:rsidP="009B7858">
            <w:pPr>
              <w:spacing w:after="0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</w:p>
          <w:p w:rsidR="002569FD" w:rsidRPr="002A0450" w:rsidRDefault="00B64DF9" w:rsidP="009B7858">
            <w:pPr>
              <w:spacing w:after="0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2A0450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2</w:t>
            </w:r>
            <w:r w:rsidR="006A45A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48</w:t>
            </w:r>
          </w:p>
        </w:tc>
      </w:tr>
      <w:tr w:rsidR="002569FD" w:rsidRPr="005456CC" w:rsidTr="002569FD">
        <w:trPr>
          <w:jc w:val="center"/>
        </w:trPr>
        <w:tc>
          <w:tcPr>
            <w:tcW w:w="710" w:type="dxa"/>
          </w:tcPr>
          <w:p w:rsidR="002569FD" w:rsidRDefault="002569FD" w:rsidP="009B7858">
            <w:pPr>
              <w:spacing w:after="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14.</w:t>
            </w:r>
          </w:p>
        </w:tc>
        <w:tc>
          <w:tcPr>
            <w:tcW w:w="8505" w:type="dxa"/>
          </w:tcPr>
          <w:p w:rsidR="002569FD" w:rsidRPr="00B0468A" w:rsidRDefault="002569FD" w:rsidP="009B7858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Население наиболее многочисленных национальностеи по уровню образования по Чеченской Республике…………………………………………………………….</w:t>
            </w:r>
          </w:p>
        </w:tc>
        <w:tc>
          <w:tcPr>
            <w:tcW w:w="620" w:type="dxa"/>
            <w:vAlign w:val="center"/>
          </w:tcPr>
          <w:p w:rsidR="007F6F8F" w:rsidRDefault="007F6F8F" w:rsidP="009B7858">
            <w:pPr>
              <w:spacing w:after="0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</w:p>
          <w:p w:rsidR="002569FD" w:rsidRPr="002A0450" w:rsidRDefault="00BD147A" w:rsidP="009B7858">
            <w:pPr>
              <w:spacing w:after="0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2</w:t>
            </w:r>
            <w:r w:rsidR="006A45A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82</w:t>
            </w:r>
          </w:p>
        </w:tc>
      </w:tr>
      <w:tr w:rsidR="002569FD" w:rsidRPr="005456CC" w:rsidTr="002569FD">
        <w:trPr>
          <w:jc w:val="center"/>
        </w:trPr>
        <w:tc>
          <w:tcPr>
            <w:tcW w:w="710" w:type="dxa"/>
          </w:tcPr>
          <w:p w:rsidR="002569FD" w:rsidRDefault="002569FD" w:rsidP="009B7858">
            <w:pPr>
              <w:spacing w:after="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15.</w:t>
            </w:r>
          </w:p>
        </w:tc>
        <w:tc>
          <w:tcPr>
            <w:tcW w:w="8505" w:type="dxa"/>
          </w:tcPr>
          <w:p w:rsidR="002569FD" w:rsidRPr="00B0468A" w:rsidRDefault="002569FD" w:rsidP="009B7858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Население наиболее многочисленных национальностеи по возрастным группам,полу и источникам средств к существованию…………………………….</w:t>
            </w:r>
          </w:p>
        </w:tc>
        <w:tc>
          <w:tcPr>
            <w:tcW w:w="620" w:type="dxa"/>
            <w:vAlign w:val="center"/>
          </w:tcPr>
          <w:p w:rsidR="007F6F8F" w:rsidRDefault="007F6F8F" w:rsidP="009B7858">
            <w:pPr>
              <w:spacing w:after="0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</w:p>
          <w:p w:rsidR="002569FD" w:rsidRPr="002A0450" w:rsidRDefault="00B64DF9" w:rsidP="009B7858">
            <w:pPr>
              <w:spacing w:after="0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2A0450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3</w:t>
            </w:r>
            <w:r w:rsidR="006A45A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64</w:t>
            </w:r>
          </w:p>
        </w:tc>
      </w:tr>
      <w:tr w:rsidR="002569FD" w:rsidRPr="005456CC" w:rsidTr="002569FD">
        <w:trPr>
          <w:jc w:val="center"/>
        </w:trPr>
        <w:tc>
          <w:tcPr>
            <w:tcW w:w="710" w:type="dxa"/>
          </w:tcPr>
          <w:p w:rsidR="002569FD" w:rsidRDefault="002569FD" w:rsidP="009B7858">
            <w:pPr>
              <w:spacing w:after="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16.</w:t>
            </w:r>
          </w:p>
        </w:tc>
        <w:tc>
          <w:tcPr>
            <w:tcW w:w="8505" w:type="dxa"/>
          </w:tcPr>
          <w:p w:rsidR="002569FD" w:rsidRPr="00B0468A" w:rsidRDefault="002569FD" w:rsidP="009B7858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Население наиболее многочисленных национальностеи по источникам средств к существованию по Чеченской Республике………………………………………..</w:t>
            </w:r>
          </w:p>
        </w:tc>
        <w:tc>
          <w:tcPr>
            <w:tcW w:w="620" w:type="dxa"/>
            <w:vAlign w:val="center"/>
          </w:tcPr>
          <w:p w:rsidR="007F6F8F" w:rsidRDefault="007F6F8F" w:rsidP="009B7858">
            <w:pPr>
              <w:spacing w:after="0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</w:p>
          <w:p w:rsidR="002569FD" w:rsidRPr="002A0450" w:rsidRDefault="006A45A1" w:rsidP="009B7858">
            <w:pPr>
              <w:spacing w:after="0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398</w:t>
            </w:r>
          </w:p>
        </w:tc>
      </w:tr>
      <w:tr w:rsidR="002569FD" w:rsidRPr="005456CC" w:rsidTr="002569FD">
        <w:trPr>
          <w:jc w:val="center"/>
        </w:trPr>
        <w:tc>
          <w:tcPr>
            <w:tcW w:w="710" w:type="dxa"/>
          </w:tcPr>
          <w:p w:rsidR="002569FD" w:rsidRDefault="002569FD" w:rsidP="009B7858">
            <w:pPr>
              <w:spacing w:after="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17.</w:t>
            </w:r>
          </w:p>
        </w:tc>
        <w:tc>
          <w:tcPr>
            <w:tcW w:w="8505" w:type="dxa"/>
          </w:tcPr>
          <w:p w:rsidR="002569FD" w:rsidRPr="00311D4E" w:rsidRDefault="002569FD" w:rsidP="009B7858">
            <w:pPr>
              <w:spacing w:after="0" w:line="36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Население по гражданству и возрастным группам…………………………………</w:t>
            </w:r>
          </w:p>
        </w:tc>
        <w:tc>
          <w:tcPr>
            <w:tcW w:w="620" w:type="dxa"/>
            <w:vAlign w:val="center"/>
          </w:tcPr>
          <w:p w:rsidR="002569FD" w:rsidRPr="002A0450" w:rsidRDefault="006A45A1" w:rsidP="009B7858">
            <w:pPr>
              <w:spacing w:after="0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480</w:t>
            </w:r>
          </w:p>
        </w:tc>
      </w:tr>
      <w:tr w:rsidR="002569FD" w:rsidRPr="005456CC" w:rsidTr="002569FD">
        <w:trPr>
          <w:jc w:val="center"/>
        </w:trPr>
        <w:tc>
          <w:tcPr>
            <w:tcW w:w="710" w:type="dxa"/>
          </w:tcPr>
          <w:p w:rsidR="002569FD" w:rsidRDefault="002569FD" w:rsidP="009B7858">
            <w:pPr>
              <w:spacing w:after="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18.</w:t>
            </w:r>
          </w:p>
        </w:tc>
        <w:tc>
          <w:tcPr>
            <w:tcW w:w="8505" w:type="dxa"/>
          </w:tcPr>
          <w:p w:rsidR="002569FD" w:rsidRDefault="002569FD" w:rsidP="009B785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Населе</w:t>
            </w:r>
            <w:r w:rsidR="009263D4">
              <w:rPr>
                <w:rFonts w:ascii="Times New Roman" w:eastAsiaTheme="minorEastAsia" w:hAnsi="Times New Roman"/>
                <w:sz w:val="24"/>
                <w:szCs w:val="24"/>
              </w:rPr>
              <w:t xml:space="preserve">ние по гражданству и возрастным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группам по Чеченской Республике…</w:t>
            </w:r>
            <w:r w:rsidR="009263D4">
              <w:rPr>
                <w:rFonts w:ascii="Times New Roman" w:eastAsiaTheme="minorEastAsia" w:hAnsi="Times New Roman"/>
                <w:sz w:val="24"/>
                <w:szCs w:val="24"/>
              </w:rPr>
              <w:t>..</w:t>
            </w:r>
          </w:p>
        </w:tc>
        <w:tc>
          <w:tcPr>
            <w:tcW w:w="620" w:type="dxa"/>
            <w:vAlign w:val="center"/>
          </w:tcPr>
          <w:p w:rsidR="002569FD" w:rsidRPr="002A0450" w:rsidRDefault="006A45A1" w:rsidP="009B7858">
            <w:pPr>
              <w:spacing w:after="0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484</w:t>
            </w:r>
          </w:p>
        </w:tc>
      </w:tr>
    </w:tbl>
    <w:p w:rsidR="00F26033" w:rsidRDefault="00F26033" w:rsidP="001E4A88">
      <w:pPr>
        <w:tabs>
          <w:tab w:val="left" w:pos="6489"/>
        </w:tabs>
      </w:pPr>
    </w:p>
    <w:p w:rsidR="00C44A84" w:rsidRDefault="00C44A84" w:rsidP="001E4A88">
      <w:pPr>
        <w:tabs>
          <w:tab w:val="left" w:pos="6489"/>
        </w:tabs>
      </w:pPr>
    </w:p>
    <w:p w:rsidR="00C44A84" w:rsidRDefault="00C44A84" w:rsidP="001E4A88">
      <w:pPr>
        <w:tabs>
          <w:tab w:val="left" w:pos="6489"/>
        </w:tabs>
      </w:pPr>
    </w:p>
    <w:p w:rsidR="00C44A84" w:rsidRDefault="00C44A84" w:rsidP="001E4A88">
      <w:pPr>
        <w:tabs>
          <w:tab w:val="left" w:pos="6489"/>
        </w:tabs>
      </w:pPr>
    </w:p>
    <w:p w:rsidR="00327E1B" w:rsidRDefault="00327E1B" w:rsidP="001E4A88">
      <w:pPr>
        <w:tabs>
          <w:tab w:val="left" w:pos="6489"/>
        </w:tabs>
      </w:pPr>
    </w:p>
    <w:p w:rsidR="00A222D1" w:rsidRPr="006704FA" w:rsidRDefault="00A222D1" w:rsidP="001E4A88">
      <w:pPr>
        <w:tabs>
          <w:tab w:val="left" w:pos="6489"/>
        </w:tabs>
      </w:pPr>
    </w:p>
    <w:p w:rsidR="000214B4" w:rsidRPr="006704FA" w:rsidRDefault="00492CB1" w:rsidP="00492CB1">
      <w:pPr>
        <w:pStyle w:val="3"/>
        <w:spacing w:before="0" w:after="120"/>
        <w:ind w:left="0"/>
        <w:jc w:val="left"/>
        <w:rPr>
          <w:rFonts w:ascii="Times New Roman" w:hAnsi="Times New Roman"/>
          <w:sz w:val="24"/>
          <w:szCs w:val="24"/>
        </w:rPr>
      </w:pPr>
      <w:r w:rsidRPr="006704FA">
        <w:rPr>
          <w:rFonts w:ascii="Times New Roman" w:hAnsi="Times New Roman"/>
          <w:sz w:val="24"/>
          <w:szCs w:val="24"/>
        </w:rPr>
        <w:t xml:space="preserve">                                                  </w:t>
      </w:r>
      <w:r w:rsidR="00FD2C77" w:rsidRPr="002B119A">
        <w:rPr>
          <w:rFonts w:ascii="Times New Roman" w:hAnsi="Times New Roman"/>
          <w:sz w:val="24"/>
          <w:szCs w:val="24"/>
        </w:rPr>
        <w:t>ПРЕДИСЛОВИЕ</w:t>
      </w:r>
    </w:p>
    <w:p w:rsidR="00622E55" w:rsidRPr="00622E55" w:rsidRDefault="00622E55" w:rsidP="000214B4">
      <w:pPr>
        <w:spacing w:line="360" w:lineRule="auto"/>
      </w:pPr>
    </w:p>
    <w:p w:rsidR="00FD2C77" w:rsidRPr="002B119A" w:rsidRDefault="00FD2C77" w:rsidP="000214B4">
      <w:pPr>
        <w:pStyle w:val="31"/>
        <w:spacing w:line="360" w:lineRule="auto"/>
        <w:rPr>
          <w:szCs w:val="24"/>
        </w:rPr>
      </w:pPr>
      <w:r w:rsidRPr="002B119A">
        <w:rPr>
          <w:szCs w:val="24"/>
        </w:rPr>
        <w:t xml:space="preserve">Всероссийская перепись населения 2010 года проведена в соответствии с Федеральным законом ”О Всероссийской переписи населения” от 25 января 2002 года   № 8-ФЗ, распоряжением Правительства Российской Федерации от 11 января 2006 года №7-р и постановлением Правительства Российской Федерации от 23 декабря 2009 года № 1074 ”Об организации Всероссийской переписи населения в 2010 году” в период с 14 по 25 октября по состоянию на 0 часов 14 октября 2010 года. </w:t>
      </w:r>
    </w:p>
    <w:p w:rsidR="00FD2C77" w:rsidRPr="002B119A" w:rsidRDefault="00FD2C77" w:rsidP="000214B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B119A">
        <w:rPr>
          <w:rFonts w:ascii="Times New Roman" w:hAnsi="Times New Roman"/>
          <w:sz w:val="24"/>
          <w:szCs w:val="24"/>
        </w:rPr>
        <w:t xml:space="preserve">Итоги Всероссийской переписи населения 2010 года </w:t>
      </w:r>
      <w:r w:rsidR="0021453F">
        <w:rPr>
          <w:rFonts w:ascii="Times New Roman" w:hAnsi="Times New Roman"/>
          <w:sz w:val="24"/>
          <w:szCs w:val="24"/>
        </w:rPr>
        <w:t xml:space="preserve"> по Чеченской Республике </w:t>
      </w:r>
      <w:r w:rsidRPr="002B119A">
        <w:rPr>
          <w:rFonts w:ascii="Times New Roman" w:hAnsi="Times New Roman"/>
          <w:sz w:val="24"/>
          <w:szCs w:val="24"/>
        </w:rPr>
        <w:t>издаются в 2012-2013 годах в 1</w:t>
      </w:r>
      <w:r w:rsidR="0039512C">
        <w:rPr>
          <w:rFonts w:ascii="Times New Roman" w:hAnsi="Times New Roman"/>
          <w:sz w:val="24"/>
          <w:szCs w:val="24"/>
        </w:rPr>
        <w:t>0</w:t>
      </w:r>
      <w:r w:rsidRPr="002B119A">
        <w:rPr>
          <w:rFonts w:ascii="Times New Roman" w:hAnsi="Times New Roman"/>
          <w:sz w:val="24"/>
          <w:szCs w:val="24"/>
        </w:rPr>
        <w:t xml:space="preserve"> томах.</w:t>
      </w:r>
    </w:p>
    <w:p w:rsidR="00CA7164" w:rsidRDefault="00CA7164" w:rsidP="000214B4">
      <w:pPr>
        <w:spacing w:before="60" w:after="0" w:line="36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</w:p>
    <w:p w:rsidR="0039512C" w:rsidRDefault="00FD2C77" w:rsidP="00187380">
      <w:pPr>
        <w:spacing w:before="60" w:after="0" w:line="36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2B119A">
        <w:rPr>
          <w:rFonts w:ascii="Times New Roman" w:hAnsi="Times New Roman"/>
          <w:b/>
          <w:bCs/>
          <w:sz w:val="24"/>
          <w:szCs w:val="24"/>
        </w:rPr>
        <w:t xml:space="preserve">Том </w:t>
      </w:r>
      <w:r w:rsidR="00187380">
        <w:rPr>
          <w:rFonts w:ascii="Times New Roman" w:hAnsi="Times New Roman"/>
          <w:b/>
          <w:bCs/>
          <w:sz w:val="24"/>
          <w:szCs w:val="24"/>
        </w:rPr>
        <w:t>4</w:t>
      </w:r>
      <w:r w:rsidR="0039512C">
        <w:rPr>
          <w:rFonts w:ascii="Times New Roman" w:hAnsi="Times New Roman"/>
          <w:b/>
          <w:bCs/>
          <w:sz w:val="24"/>
          <w:szCs w:val="24"/>
        </w:rPr>
        <w:t xml:space="preserve"> –</w:t>
      </w:r>
      <w:r w:rsidR="0018738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141E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141EE" w:rsidRPr="000141EE">
        <w:rPr>
          <w:rFonts w:ascii="Times New Roman" w:hAnsi="Times New Roman"/>
          <w:bCs/>
          <w:sz w:val="24"/>
          <w:szCs w:val="24"/>
        </w:rPr>
        <w:t>«Национальный состав и владение языками»</w:t>
      </w:r>
    </w:p>
    <w:p w:rsidR="00646CA7" w:rsidRPr="0039512C" w:rsidRDefault="00187380" w:rsidP="000141EE">
      <w:pPr>
        <w:spacing w:before="60"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9512C">
        <w:rPr>
          <w:rFonts w:ascii="Times New Roman" w:hAnsi="Times New Roman"/>
          <w:bCs/>
          <w:sz w:val="24"/>
          <w:szCs w:val="24"/>
        </w:rPr>
        <w:t>В сборнике содержатся данные о численности городского и сельского населения, мужчин и женщин по национальности, родному языку, вла</w:t>
      </w:r>
      <w:r w:rsidR="000141EE">
        <w:rPr>
          <w:rFonts w:ascii="Times New Roman" w:hAnsi="Times New Roman"/>
          <w:bCs/>
          <w:sz w:val="24"/>
          <w:szCs w:val="24"/>
        </w:rPr>
        <w:t xml:space="preserve">дению русским и другими языками; </w:t>
      </w:r>
      <w:r w:rsidRPr="0039512C">
        <w:rPr>
          <w:rFonts w:ascii="Times New Roman" w:hAnsi="Times New Roman"/>
          <w:bCs/>
          <w:sz w:val="24"/>
          <w:szCs w:val="24"/>
        </w:rPr>
        <w:t xml:space="preserve"> приводятся данные о распределении населения наиболе</w:t>
      </w:r>
      <w:r w:rsidR="000141EE">
        <w:rPr>
          <w:rFonts w:ascii="Times New Roman" w:hAnsi="Times New Roman"/>
          <w:bCs/>
          <w:sz w:val="24"/>
          <w:szCs w:val="24"/>
        </w:rPr>
        <w:t>е многочисленных национальностей</w:t>
      </w:r>
      <w:r w:rsidRPr="0039512C">
        <w:rPr>
          <w:rFonts w:ascii="Times New Roman" w:hAnsi="Times New Roman"/>
          <w:bCs/>
          <w:sz w:val="24"/>
          <w:szCs w:val="24"/>
        </w:rPr>
        <w:t xml:space="preserve"> по возрастным группам, состоянию в браке, уровню образования, исто</w:t>
      </w:r>
      <w:r w:rsidR="00373E19">
        <w:rPr>
          <w:rFonts w:ascii="Times New Roman" w:hAnsi="Times New Roman"/>
          <w:bCs/>
          <w:sz w:val="24"/>
          <w:szCs w:val="24"/>
        </w:rPr>
        <w:t xml:space="preserve">чникам средств к существованию; </w:t>
      </w:r>
      <w:r w:rsidRPr="0039512C">
        <w:rPr>
          <w:rFonts w:ascii="Times New Roman" w:hAnsi="Times New Roman"/>
          <w:bCs/>
          <w:sz w:val="24"/>
          <w:szCs w:val="24"/>
        </w:rPr>
        <w:t>приводятся данные о распределении населения по г</w:t>
      </w:r>
      <w:r w:rsidR="0039512C">
        <w:rPr>
          <w:rFonts w:ascii="Times New Roman" w:hAnsi="Times New Roman"/>
          <w:bCs/>
          <w:sz w:val="24"/>
          <w:szCs w:val="24"/>
        </w:rPr>
        <w:t>ражданству и возрастным группам</w:t>
      </w:r>
      <w:r w:rsidRPr="0039512C">
        <w:rPr>
          <w:rFonts w:ascii="Times New Roman" w:hAnsi="Times New Roman"/>
          <w:bCs/>
          <w:sz w:val="24"/>
          <w:szCs w:val="24"/>
        </w:rPr>
        <w:t>.</w:t>
      </w:r>
    </w:p>
    <w:p w:rsidR="00187380" w:rsidRPr="0039512C" w:rsidRDefault="00187380" w:rsidP="000141EE">
      <w:pPr>
        <w:spacing w:before="60"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9512C">
        <w:rPr>
          <w:rFonts w:ascii="Times New Roman" w:hAnsi="Times New Roman"/>
          <w:bCs/>
          <w:sz w:val="24"/>
          <w:szCs w:val="24"/>
        </w:rPr>
        <w:t xml:space="preserve">Представлены данные о численности, составе и основных характеристиках коренных малочисленных народов Чеченской Республики, их размещение по территориям преимущественного проживания, возрастно-половая </w:t>
      </w:r>
      <w:r w:rsidR="00373E19">
        <w:rPr>
          <w:rFonts w:ascii="Times New Roman" w:hAnsi="Times New Roman"/>
          <w:bCs/>
          <w:sz w:val="24"/>
          <w:szCs w:val="24"/>
        </w:rPr>
        <w:t>структура, родной язык, владение</w:t>
      </w:r>
      <w:r w:rsidRPr="0039512C">
        <w:rPr>
          <w:rFonts w:ascii="Times New Roman" w:hAnsi="Times New Roman"/>
          <w:bCs/>
          <w:sz w:val="24"/>
          <w:szCs w:val="24"/>
        </w:rPr>
        <w:t xml:space="preserve"> языками, состояние </w:t>
      </w:r>
      <w:r w:rsidR="00C90B61" w:rsidRPr="0039512C">
        <w:rPr>
          <w:rFonts w:ascii="Times New Roman" w:hAnsi="Times New Roman"/>
          <w:bCs/>
          <w:sz w:val="24"/>
          <w:szCs w:val="24"/>
        </w:rPr>
        <w:t>в браке, уровень образования, источники средств к существованию, экономическая активность населения частных домохозяйств</w:t>
      </w:r>
      <w:r w:rsidR="00373E19">
        <w:rPr>
          <w:rFonts w:ascii="Times New Roman" w:hAnsi="Times New Roman"/>
          <w:bCs/>
          <w:sz w:val="24"/>
          <w:szCs w:val="24"/>
        </w:rPr>
        <w:t>, занятое население частных домохозяйств  по статусу, а так</w:t>
      </w:r>
      <w:r w:rsidR="00C90B61" w:rsidRPr="0039512C">
        <w:rPr>
          <w:rFonts w:ascii="Times New Roman" w:hAnsi="Times New Roman"/>
          <w:bCs/>
          <w:sz w:val="24"/>
          <w:szCs w:val="24"/>
        </w:rPr>
        <w:t>же</w:t>
      </w:r>
      <w:r w:rsidR="00373E19">
        <w:rPr>
          <w:rFonts w:ascii="Times New Roman" w:hAnsi="Times New Roman"/>
          <w:bCs/>
          <w:sz w:val="24"/>
          <w:szCs w:val="24"/>
        </w:rPr>
        <w:t xml:space="preserve"> </w:t>
      </w:r>
      <w:r w:rsidR="00C90B61" w:rsidRPr="0039512C">
        <w:rPr>
          <w:rFonts w:ascii="Times New Roman" w:hAnsi="Times New Roman"/>
          <w:bCs/>
          <w:sz w:val="24"/>
          <w:szCs w:val="24"/>
        </w:rPr>
        <w:t xml:space="preserve"> число рожденных детей женщинами, проживающими в частных домохозяйствах. </w:t>
      </w:r>
    </w:p>
    <w:p w:rsidR="00373E19" w:rsidRPr="002B119A" w:rsidRDefault="00373E19" w:rsidP="00373E1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Представленные в томе таблицы с итогами переписи содержат информацию о населении  Чеченской Республики в целом, </w:t>
      </w:r>
      <w:r w:rsidRPr="002B119A">
        <w:rPr>
          <w:rFonts w:ascii="Times New Roman" w:hAnsi="Times New Roman"/>
          <w:sz w:val="24"/>
          <w:szCs w:val="24"/>
        </w:rPr>
        <w:t xml:space="preserve">по городским округам, муниципальным районам, городским и сельским поселениям, городским населенным пунктам, сельским населенным пунктам – центрам муниципальных районов. </w:t>
      </w:r>
    </w:p>
    <w:p w:rsidR="00223BF4" w:rsidRDefault="00223BF4" w:rsidP="000141E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A0605" w:rsidRPr="00FA0D83" w:rsidRDefault="002A0605" w:rsidP="009A6BAB">
      <w:pPr>
        <w:tabs>
          <w:tab w:val="left" w:pos="1262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2A0605" w:rsidRPr="00FA0D83" w:rsidSect="00492CB1">
      <w:footerReference w:type="default" r:id="rId9"/>
      <w:pgSz w:w="11906" w:h="16838"/>
      <w:pgMar w:top="1134" w:right="991" w:bottom="1134" w:left="1560" w:header="709" w:footer="709" w:gutter="0"/>
      <w:pgBorders w:display="firstPage"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4FAA" w:rsidRDefault="008E4FAA" w:rsidP="004C0385">
      <w:pPr>
        <w:spacing w:after="0" w:line="240" w:lineRule="auto"/>
      </w:pPr>
      <w:r>
        <w:separator/>
      </w:r>
    </w:p>
  </w:endnote>
  <w:endnote w:type="continuationSeparator" w:id="1">
    <w:p w:rsidR="008E4FAA" w:rsidRDefault="008E4FAA" w:rsidP="004C0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A84" w:rsidRDefault="00C44A84" w:rsidP="00230896">
    <w:pPr>
      <w:pStyle w:val="a6"/>
      <w:tabs>
        <w:tab w:val="center" w:pos="7285"/>
      </w:tabs>
      <w:rPr>
        <w:sz w:val="20"/>
        <w:szCs w:val="20"/>
      </w:rPr>
    </w:pPr>
    <w:r>
      <w:tab/>
    </w:r>
    <w:r>
      <w:tab/>
    </w:r>
  </w:p>
  <w:p w:rsidR="00327E1B" w:rsidRPr="00141268" w:rsidRDefault="00327E1B" w:rsidP="00230896">
    <w:pPr>
      <w:pStyle w:val="a6"/>
      <w:tabs>
        <w:tab w:val="center" w:pos="7285"/>
      </w:tabs>
      <w:rPr>
        <w:sz w:val="20"/>
        <w:szCs w:val="20"/>
      </w:rPr>
    </w:pPr>
  </w:p>
  <w:p w:rsidR="00C44A84" w:rsidRDefault="00C44A84" w:rsidP="00230896">
    <w:pPr>
      <w:pStyle w:val="a6"/>
      <w:tabs>
        <w:tab w:val="center" w:pos="7285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4FAA" w:rsidRDefault="008E4FAA" w:rsidP="004C0385">
      <w:pPr>
        <w:spacing w:after="0" w:line="240" w:lineRule="auto"/>
      </w:pPr>
      <w:r>
        <w:separator/>
      </w:r>
    </w:p>
  </w:footnote>
  <w:footnote w:type="continuationSeparator" w:id="1">
    <w:p w:rsidR="008E4FAA" w:rsidRDefault="008E4FAA" w:rsidP="004C03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F58EA"/>
    <w:multiLevelType w:val="hybridMultilevel"/>
    <w:tmpl w:val="5BFC4F5C"/>
    <w:lvl w:ilvl="0" w:tplc="0419000F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FD3D41"/>
    <w:multiLevelType w:val="hybridMultilevel"/>
    <w:tmpl w:val="5242054A"/>
    <w:lvl w:ilvl="0" w:tplc="72269626">
      <w:start w:val="1"/>
      <w:numFmt w:val="decimal"/>
      <w:lvlText w:val="%1."/>
      <w:lvlJc w:val="left"/>
      <w:pPr>
        <w:tabs>
          <w:tab w:val="num" w:pos="2760"/>
        </w:tabs>
        <w:ind w:left="2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480"/>
        </w:tabs>
        <w:ind w:left="34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200"/>
        </w:tabs>
        <w:ind w:left="42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920"/>
        </w:tabs>
        <w:ind w:left="49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640"/>
        </w:tabs>
        <w:ind w:left="56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360"/>
        </w:tabs>
        <w:ind w:left="63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080"/>
        </w:tabs>
        <w:ind w:left="70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800"/>
        </w:tabs>
        <w:ind w:left="78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520"/>
        </w:tabs>
        <w:ind w:left="8520" w:hanging="180"/>
      </w:pPr>
    </w:lvl>
  </w:abstractNum>
  <w:abstractNum w:abstractNumId="2">
    <w:nsid w:val="19D77F74"/>
    <w:multiLevelType w:val="hybridMultilevel"/>
    <w:tmpl w:val="5BFC4F5C"/>
    <w:lvl w:ilvl="0" w:tplc="0419000F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651157"/>
    <w:multiLevelType w:val="hybridMultilevel"/>
    <w:tmpl w:val="607C0524"/>
    <w:lvl w:ilvl="0" w:tplc="2766CEE2">
      <w:start w:val="7"/>
      <w:numFmt w:val="decimal"/>
      <w:lvlText w:val="%1."/>
      <w:lvlJc w:val="left"/>
      <w:pPr>
        <w:ind w:left="2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4">
    <w:nsid w:val="253D6083"/>
    <w:multiLevelType w:val="hybridMultilevel"/>
    <w:tmpl w:val="4BF69FD4"/>
    <w:lvl w:ilvl="0" w:tplc="6518ACCA">
      <w:start w:val="8"/>
      <w:numFmt w:val="decimal"/>
      <w:lvlText w:val="%1."/>
      <w:lvlJc w:val="left"/>
      <w:pPr>
        <w:ind w:left="2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5">
    <w:nsid w:val="25850E73"/>
    <w:multiLevelType w:val="multilevel"/>
    <w:tmpl w:val="C9789E6C"/>
    <w:lvl w:ilvl="0">
      <w:start w:val="1937"/>
      <w:numFmt w:val="decimal"/>
      <w:lvlText w:val="%1"/>
      <w:lvlJc w:val="left"/>
      <w:pPr>
        <w:tabs>
          <w:tab w:val="num" w:pos="1050"/>
        </w:tabs>
        <w:ind w:left="1050" w:hanging="75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6">
    <w:nsid w:val="2A1C24A4"/>
    <w:multiLevelType w:val="hybridMultilevel"/>
    <w:tmpl w:val="4BF69FD4"/>
    <w:lvl w:ilvl="0" w:tplc="6518ACCA">
      <w:start w:val="8"/>
      <w:numFmt w:val="decimal"/>
      <w:lvlText w:val="%1."/>
      <w:lvlJc w:val="left"/>
      <w:pPr>
        <w:ind w:left="2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7">
    <w:nsid w:val="32117701"/>
    <w:multiLevelType w:val="hybridMultilevel"/>
    <w:tmpl w:val="1F7403D0"/>
    <w:lvl w:ilvl="0" w:tplc="B8B463D2">
      <w:start w:val="1926"/>
      <w:numFmt w:val="decimal"/>
      <w:lvlText w:val="%1"/>
      <w:lvlJc w:val="left"/>
      <w:pPr>
        <w:tabs>
          <w:tab w:val="num" w:pos="1050"/>
        </w:tabs>
        <w:ind w:left="1050" w:hanging="6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84E4BDE"/>
    <w:multiLevelType w:val="hybridMultilevel"/>
    <w:tmpl w:val="F4666DFE"/>
    <w:lvl w:ilvl="0" w:tplc="52BA1F38">
      <w:start w:val="2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9">
    <w:nsid w:val="44D30F58"/>
    <w:multiLevelType w:val="hybridMultilevel"/>
    <w:tmpl w:val="5BFC4F5C"/>
    <w:lvl w:ilvl="0" w:tplc="0419000F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EB0666"/>
    <w:multiLevelType w:val="hybridMultilevel"/>
    <w:tmpl w:val="F4666DFE"/>
    <w:lvl w:ilvl="0" w:tplc="52BA1F38">
      <w:start w:val="2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1">
    <w:nsid w:val="47443FEA"/>
    <w:multiLevelType w:val="hybridMultilevel"/>
    <w:tmpl w:val="4B8EE1F0"/>
    <w:lvl w:ilvl="0" w:tplc="2596464C">
      <w:start w:val="10"/>
      <w:numFmt w:val="decimal"/>
      <w:lvlText w:val="%1."/>
      <w:lvlJc w:val="left"/>
      <w:pPr>
        <w:ind w:left="2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12">
    <w:nsid w:val="50D2527A"/>
    <w:multiLevelType w:val="hybridMultilevel"/>
    <w:tmpl w:val="F4666DFE"/>
    <w:lvl w:ilvl="0" w:tplc="52BA1F38">
      <w:start w:val="2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3">
    <w:nsid w:val="51765C82"/>
    <w:multiLevelType w:val="multilevel"/>
    <w:tmpl w:val="19C619D4"/>
    <w:lvl w:ilvl="0">
      <w:start w:val="1937"/>
      <w:numFmt w:val="decimal"/>
      <w:lvlText w:val="%1"/>
      <w:lvlJc w:val="left"/>
      <w:pPr>
        <w:tabs>
          <w:tab w:val="num" w:pos="1050"/>
        </w:tabs>
        <w:ind w:left="1050" w:hanging="75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4">
    <w:nsid w:val="68CD5A0A"/>
    <w:multiLevelType w:val="hybridMultilevel"/>
    <w:tmpl w:val="488452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16250D"/>
    <w:multiLevelType w:val="hybridMultilevel"/>
    <w:tmpl w:val="225EDA48"/>
    <w:lvl w:ilvl="0" w:tplc="BAA4985C">
      <w:start w:val="1897"/>
      <w:numFmt w:val="decimal"/>
      <w:lvlText w:val="%1"/>
      <w:lvlJc w:val="left"/>
      <w:pPr>
        <w:tabs>
          <w:tab w:val="num" w:pos="1050"/>
        </w:tabs>
        <w:ind w:left="1050" w:hanging="6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EC262DD"/>
    <w:multiLevelType w:val="hybridMultilevel"/>
    <w:tmpl w:val="F4666DFE"/>
    <w:lvl w:ilvl="0" w:tplc="52BA1F38">
      <w:start w:val="2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7">
    <w:nsid w:val="6FE611DD"/>
    <w:multiLevelType w:val="hybridMultilevel"/>
    <w:tmpl w:val="F4666DFE"/>
    <w:lvl w:ilvl="0" w:tplc="52BA1F38">
      <w:start w:val="2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8">
    <w:nsid w:val="706E6B04"/>
    <w:multiLevelType w:val="hybridMultilevel"/>
    <w:tmpl w:val="4BF69FD4"/>
    <w:lvl w:ilvl="0" w:tplc="6518ACCA">
      <w:start w:val="8"/>
      <w:numFmt w:val="decimal"/>
      <w:lvlText w:val="%1."/>
      <w:lvlJc w:val="left"/>
      <w:pPr>
        <w:ind w:left="2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19">
    <w:nsid w:val="7177323D"/>
    <w:multiLevelType w:val="hybridMultilevel"/>
    <w:tmpl w:val="4B928DEE"/>
    <w:lvl w:ilvl="0" w:tplc="0A08177C">
      <w:start w:val="1937"/>
      <w:numFmt w:val="decimal"/>
      <w:lvlText w:val="%1"/>
      <w:lvlJc w:val="left"/>
      <w:pPr>
        <w:tabs>
          <w:tab w:val="num" w:pos="1050"/>
        </w:tabs>
        <w:ind w:left="1050" w:hanging="75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num w:numId="1">
    <w:abstractNumId w:val="2"/>
  </w:num>
  <w:num w:numId="2">
    <w:abstractNumId w:val="4"/>
  </w:num>
  <w:num w:numId="3">
    <w:abstractNumId w:val="11"/>
  </w:num>
  <w:num w:numId="4">
    <w:abstractNumId w:val="0"/>
  </w:num>
  <w:num w:numId="5">
    <w:abstractNumId w:val="9"/>
  </w:num>
  <w:num w:numId="6">
    <w:abstractNumId w:val="6"/>
  </w:num>
  <w:num w:numId="7">
    <w:abstractNumId w:val="15"/>
  </w:num>
  <w:num w:numId="8">
    <w:abstractNumId w:val="7"/>
  </w:num>
  <w:num w:numId="9">
    <w:abstractNumId w:val="19"/>
  </w:num>
  <w:num w:numId="10">
    <w:abstractNumId w:val="5"/>
  </w:num>
  <w:num w:numId="11">
    <w:abstractNumId w:val="13"/>
  </w:num>
  <w:num w:numId="12">
    <w:abstractNumId w:val="1"/>
  </w:num>
  <w:num w:numId="13">
    <w:abstractNumId w:val="16"/>
  </w:num>
  <w:num w:numId="14">
    <w:abstractNumId w:val="8"/>
  </w:num>
  <w:num w:numId="15">
    <w:abstractNumId w:val="12"/>
  </w:num>
  <w:num w:numId="16">
    <w:abstractNumId w:val="17"/>
  </w:num>
  <w:num w:numId="17">
    <w:abstractNumId w:val="10"/>
  </w:num>
  <w:num w:numId="18">
    <w:abstractNumId w:val="3"/>
  </w:num>
  <w:num w:numId="19">
    <w:abstractNumId w:val="18"/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hideSpellingErrors/>
  <w:attachedTemplate r:id="rId1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10290"/>
    <w:rsid w:val="000141EE"/>
    <w:rsid w:val="00014379"/>
    <w:rsid w:val="000214B4"/>
    <w:rsid w:val="00052DDC"/>
    <w:rsid w:val="00066CFA"/>
    <w:rsid w:val="00067B5A"/>
    <w:rsid w:val="00070AC6"/>
    <w:rsid w:val="00086DD3"/>
    <w:rsid w:val="00087C59"/>
    <w:rsid w:val="00097642"/>
    <w:rsid w:val="000A76D4"/>
    <w:rsid w:val="000C0252"/>
    <w:rsid w:val="000C2138"/>
    <w:rsid w:val="000D17D4"/>
    <w:rsid w:val="000D2F67"/>
    <w:rsid w:val="000F0842"/>
    <w:rsid w:val="000F7F4C"/>
    <w:rsid w:val="001037CA"/>
    <w:rsid w:val="00103A64"/>
    <w:rsid w:val="00105187"/>
    <w:rsid w:val="00123A3D"/>
    <w:rsid w:val="001271AA"/>
    <w:rsid w:val="001358D5"/>
    <w:rsid w:val="00141268"/>
    <w:rsid w:val="00143AC6"/>
    <w:rsid w:val="001559A5"/>
    <w:rsid w:val="001575D5"/>
    <w:rsid w:val="001638DF"/>
    <w:rsid w:val="00166D2F"/>
    <w:rsid w:val="00172DC2"/>
    <w:rsid w:val="00174A60"/>
    <w:rsid w:val="00187380"/>
    <w:rsid w:val="001918D8"/>
    <w:rsid w:val="001A50B3"/>
    <w:rsid w:val="001A5101"/>
    <w:rsid w:val="001B3B0C"/>
    <w:rsid w:val="001C0459"/>
    <w:rsid w:val="001D54AE"/>
    <w:rsid w:val="001D79AB"/>
    <w:rsid w:val="001E4A88"/>
    <w:rsid w:val="001F1A57"/>
    <w:rsid w:val="001F29D7"/>
    <w:rsid w:val="00203B36"/>
    <w:rsid w:val="00210ADE"/>
    <w:rsid w:val="0021453F"/>
    <w:rsid w:val="00223BF4"/>
    <w:rsid w:val="00226B34"/>
    <w:rsid w:val="00230896"/>
    <w:rsid w:val="00231304"/>
    <w:rsid w:val="002460DE"/>
    <w:rsid w:val="002569FD"/>
    <w:rsid w:val="002604F6"/>
    <w:rsid w:val="002A0450"/>
    <w:rsid w:val="002A0605"/>
    <w:rsid w:val="002B119A"/>
    <w:rsid w:val="002C300F"/>
    <w:rsid w:val="002C3697"/>
    <w:rsid w:val="002D46A8"/>
    <w:rsid w:val="002E1403"/>
    <w:rsid w:val="002F1223"/>
    <w:rsid w:val="002F588C"/>
    <w:rsid w:val="00301658"/>
    <w:rsid w:val="00327E1B"/>
    <w:rsid w:val="003320EB"/>
    <w:rsid w:val="003339A0"/>
    <w:rsid w:val="00333AB5"/>
    <w:rsid w:val="00347F0D"/>
    <w:rsid w:val="00362DA8"/>
    <w:rsid w:val="00366A26"/>
    <w:rsid w:val="00366D2D"/>
    <w:rsid w:val="00367DDE"/>
    <w:rsid w:val="00373E19"/>
    <w:rsid w:val="0038535E"/>
    <w:rsid w:val="00386337"/>
    <w:rsid w:val="0038724B"/>
    <w:rsid w:val="0039512C"/>
    <w:rsid w:val="003C19B4"/>
    <w:rsid w:val="003D2263"/>
    <w:rsid w:val="003D23A1"/>
    <w:rsid w:val="003D2B1E"/>
    <w:rsid w:val="003D6604"/>
    <w:rsid w:val="003D685D"/>
    <w:rsid w:val="003E4770"/>
    <w:rsid w:val="003F507C"/>
    <w:rsid w:val="00462ACC"/>
    <w:rsid w:val="00484060"/>
    <w:rsid w:val="004879B0"/>
    <w:rsid w:val="00492CB1"/>
    <w:rsid w:val="004C0385"/>
    <w:rsid w:val="004C0779"/>
    <w:rsid w:val="004C6412"/>
    <w:rsid w:val="004D5540"/>
    <w:rsid w:val="005000E4"/>
    <w:rsid w:val="00501EAF"/>
    <w:rsid w:val="005043B3"/>
    <w:rsid w:val="00520CF4"/>
    <w:rsid w:val="00535DE8"/>
    <w:rsid w:val="005456CC"/>
    <w:rsid w:val="005523DD"/>
    <w:rsid w:val="005600C1"/>
    <w:rsid w:val="005662FC"/>
    <w:rsid w:val="00573B33"/>
    <w:rsid w:val="00594CCE"/>
    <w:rsid w:val="0059525D"/>
    <w:rsid w:val="00597016"/>
    <w:rsid w:val="005B2B6F"/>
    <w:rsid w:val="005B7DDC"/>
    <w:rsid w:val="005E04A8"/>
    <w:rsid w:val="005F353E"/>
    <w:rsid w:val="006016DE"/>
    <w:rsid w:val="00603C8C"/>
    <w:rsid w:val="0060578A"/>
    <w:rsid w:val="00612B0B"/>
    <w:rsid w:val="00612DC4"/>
    <w:rsid w:val="00620C2E"/>
    <w:rsid w:val="00622E55"/>
    <w:rsid w:val="00627E92"/>
    <w:rsid w:val="00631190"/>
    <w:rsid w:val="00632270"/>
    <w:rsid w:val="00635882"/>
    <w:rsid w:val="00643397"/>
    <w:rsid w:val="006437E5"/>
    <w:rsid w:val="00646CA7"/>
    <w:rsid w:val="00647290"/>
    <w:rsid w:val="0064796A"/>
    <w:rsid w:val="00650CBB"/>
    <w:rsid w:val="006636BA"/>
    <w:rsid w:val="006704FA"/>
    <w:rsid w:val="006713AE"/>
    <w:rsid w:val="006734A4"/>
    <w:rsid w:val="00677435"/>
    <w:rsid w:val="00696699"/>
    <w:rsid w:val="006A45A1"/>
    <w:rsid w:val="006A6B0A"/>
    <w:rsid w:val="006B2E4C"/>
    <w:rsid w:val="006D1392"/>
    <w:rsid w:val="006F38E0"/>
    <w:rsid w:val="006F645C"/>
    <w:rsid w:val="007062F3"/>
    <w:rsid w:val="00710290"/>
    <w:rsid w:val="00713E9F"/>
    <w:rsid w:val="00717D3D"/>
    <w:rsid w:val="00723A83"/>
    <w:rsid w:val="00760562"/>
    <w:rsid w:val="00766E36"/>
    <w:rsid w:val="007744F8"/>
    <w:rsid w:val="00774940"/>
    <w:rsid w:val="00784D5E"/>
    <w:rsid w:val="007901A6"/>
    <w:rsid w:val="00794044"/>
    <w:rsid w:val="0079421B"/>
    <w:rsid w:val="007C2B1A"/>
    <w:rsid w:val="007C7FAA"/>
    <w:rsid w:val="007D0FDA"/>
    <w:rsid w:val="007D4495"/>
    <w:rsid w:val="007E3DC4"/>
    <w:rsid w:val="007F1711"/>
    <w:rsid w:val="007F6F8F"/>
    <w:rsid w:val="007F79AA"/>
    <w:rsid w:val="00803790"/>
    <w:rsid w:val="0080578E"/>
    <w:rsid w:val="008112F0"/>
    <w:rsid w:val="008131A1"/>
    <w:rsid w:val="00832CD6"/>
    <w:rsid w:val="00833A70"/>
    <w:rsid w:val="00843EA5"/>
    <w:rsid w:val="0086140D"/>
    <w:rsid w:val="00861FDC"/>
    <w:rsid w:val="00874CCF"/>
    <w:rsid w:val="00877E27"/>
    <w:rsid w:val="008A7EB7"/>
    <w:rsid w:val="008C518A"/>
    <w:rsid w:val="008D138F"/>
    <w:rsid w:val="008E4FAA"/>
    <w:rsid w:val="008E509D"/>
    <w:rsid w:val="008F0623"/>
    <w:rsid w:val="008F2643"/>
    <w:rsid w:val="008F316F"/>
    <w:rsid w:val="008F418D"/>
    <w:rsid w:val="008F6ECC"/>
    <w:rsid w:val="009263D4"/>
    <w:rsid w:val="00930772"/>
    <w:rsid w:val="00941733"/>
    <w:rsid w:val="00964F48"/>
    <w:rsid w:val="00970F24"/>
    <w:rsid w:val="00985064"/>
    <w:rsid w:val="00994FF2"/>
    <w:rsid w:val="009A6BAB"/>
    <w:rsid w:val="009B0598"/>
    <w:rsid w:val="009C1950"/>
    <w:rsid w:val="009C269D"/>
    <w:rsid w:val="009C409F"/>
    <w:rsid w:val="009C7EB2"/>
    <w:rsid w:val="009D6B2F"/>
    <w:rsid w:val="009E6171"/>
    <w:rsid w:val="009E68D5"/>
    <w:rsid w:val="009F6033"/>
    <w:rsid w:val="00A04291"/>
    <w:rsid w:val="00A127AE"/>
    <w:rsid w:val="00A222D1"/>
    <w:rsid w:val="00A31CAD"/>
    <w:rsid w:val="00A32173"/>
    <w:rsid w:val="00A54699"/>
    <w:rsid w:val="00A56A88"/>
    <w:rsid w:val="00AA50C8"/>
    <w:rsid w:val="00AC268A"/>
    <w:rsid w:val="00AC4F22"/>
    <w:rsid w:val="00AD7D43"/>
    <w:rsid w:val="00AE25A7"/>
    <w:rsid w:val="00AF3ED5"/>
    <w:rsid w:val="00AF468D"/>
    <w:rsid w:val="00B0502D"/>
    <w:rsid w:val="00B118DA"/>
    <w:rsid w:val="00B22175"/>
    <w:rsid w:val="00B313AB"/>
    <w:rsid w:val="00B3579F"/>
    <w:rsid w:val="00B475AE"/>
    <w:rsid w:val="00B60CC7"/>
    <w:rsid w:val="00B64DF9"/>
    <w:rsid w:val="00B85D3E"/>
    <w:rsid w:val="00B97931"/>
    <w:rsid w:val="00BA3AAE"/>
    <w:rsid w:val="00BD147A"/>
    <w:rsid w:val="00BD3C96"/>
    <w:rsid w:val="00BD47EE"/>
    <w:rsid w:val="00BE66F1"/>
    <w:rsid w:val="00BE6933"/>
    <w:rsid w:val="00BF68AC"/>
    <w:rsid w:val="00C02630"/>
    <w:rsid w:val="00C036EE"/>
    <w:rsid w:val="00C12181"/>
    <w:rsid w:val="00C27DB0"/>
    <w:rsid w:val="00C44A84"/>
    <w:rsid w:val="00C55942"/>
    <w:rsid w:val="00C55C57"/>
    <w:rsid w:val="00C60C69"/>
    <w:rsid w:val="00C70C4C"/>
    <w:rsid w:val="00C740F3"/>
    <w:rsid w:val="00C90B61"/>
    <w:rsid w:val="00C96DFC"/>
    <w:rsid w:val="00CA0F9B"/>
    <w:rsid w:val="00CA7164"/>
    <w:rsid w:val="00CB0802"/>
    <w:rsid w:val="00CB2653"/>
    <w:rsid w:val="00CC179C"/>
    <w:rsid w:val="00CC45B9"/>
    <w:rsid w:val="00CC7874"/>
    <w:rsid w:val="00CD27DC"/>
    <w:rsid w:val="00CD3BE7"/>
    <w:rsid w:val="00CD5E2A"/>
    <w:rsid w:val="00D07682"/>
    <w:rsid w:val="00D25539"/>
    <w:rsid w:val="00D4201F"/>
    <w:rsid w:val="00D60D88"/>
    <w:rsid w:val="00D708DF"/>
    <w:rsid w:val="00D70DF4"/>
    <w:rsid w:val="00D72234"/>
    <w:rsid w:val="00D75404"/>
    <w:rsid w:val="00D94C4D"/>
    <w:rsid w:val="00DA24EB"/>
    <w:rsid w:val="00DA7885"/>
    <w:rsid w:val="00DB41C0"/>
    <w:rsid w:val="00DC0113"/>
    <w:rsid w:val="00DD62C8"/>
    <w:rsid w:val="00DD7500"/>
    <w:rsid w:val="00DF6D64"/>
    <w:rsid w:val="00E00117"/>
    <w:rsid w:val="00E0119D"/>
    <w:rsid w:val="00E02F1C"/>
    <w:rsid w:val="00E10A97"/>
    <w:rsid w:val="00E1305A"/>
    <w:rsid w:val="00E3602F"/>
    <w:rsid w:val="00E479B8"/>
    <w:rsid w:val="00E514FE"/>
    <w:rsid w:val="00E53B4B"/>
    <w:rsid w:val="00E600EA"/>
    <w:rsid w:val="00E72116"/>
    <w:rsid w:val="00E737B2"/>
    <w:rsid w:val="00E73F29"/>
    <w:rsid w:val="00E86A94"/>
    <w:rsid w:val="00ED3757"/>
    <w:rsid w:val="00ED3840"/>
    <w:rsid w:val="00ED6029"/>
    <w:rsid w:val="00ED60C5"/>
    <w:rsid w:val="00EE36C6"/>
    <w:rsid w:val="00EE58EF"/>
    <w:rsid w:val="00EF4F3B"/>
    <w:rsid w:val="00F20DAB"/>
    <w:rsid w:val="00F23D49"/>
    <w:rsid w:val="00F26033"/>
    <w:rsid w:val="00F3115A"/>
    <w:rsid w:val="00F31656"/>
    <w:rsid w:val="00F43D34"/>
    <w:rsid w:val="00F52152"/>
    <w:rsid w:val="00F56218"/>
    <w:rsid w:val="00F67344"/>
    <w:rsid w:val="00F707CD"/>
    <w:rsid w:val="00F77B65"/>
    <w:rsid w:val="00F9750D"/>
    <w:rsid w:val="00FA0B51"/>
    <w:rsid w:val="00FA0D83"/>
    <w:rsid w:val="00FA2943"/>
    <w:rsid w:val="00FA2B2D"/>
    <w:rsid w:val="00FC22A6"/>
    <w:rsid w:val="00FC2AD4"/>
    <w:rsid w:val="00FD2C77"/>
    <w:rsid w:val="00FF44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B6F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DC0113"/>
    <w:pPr>
      <w:keepNext/>
      <w:spacing w:after="0" w:line="240" w:lineRule="auto"/>
      <w:jc w:val="center"/>
      <w:outlineLvl w:val="0"/>
    </w:pPr>
    <w:rPr>
      <w:rFonts w:ascii="Courier New" w:hAnsi="Courier New" w:cs="Courier New"/>
      <w:b/>
      <w:bCs/>
      <w:sz w:val="20"/>
      <w:szCs w:val="20"/>
    </w:rPr>
  </w:style>
  <w:style w:type="paragraph" w:styleId="2">
    <w:name w:val="heading 2"/>
    <w:basedOn w:val="a"/>
    <w:next w:val="a"/>
    <w:link w:val="20"/>
    <w:qFormat/>
    <w:rsid w:val="00DC0113"/>
    <w:pPr>
      <w:keepNext/>
      <w:spacing w:after="0" w:line="240" w:lineRule="auto"/>
      <w:jc w:val="right"/>
      <w:outlineLvl w:val="1"/>
    </w:pPr>
    <w:rPr>
      <w:rFonts w:ascii="Courier New" w:hAnsi="Courier New" w:cs="Courier New"/>
      <w:b/>
      <w:bCs/>
      <w:sz w:val="20"/>
      <w:szCs w:val="20"/>
    </w:rPr>
  </w:style>
  <w:style w:type="paragraph" w:styleId="3">
    <w:name w:val="heading 3"/>
    <w:basedOn w:val="a"/>
    <w:next w:val="a"/>
    <w:link w:val="30"/>
    <w:qFormat/>
    <w:rsid w:val="00FD2C77"/>
    <w:pPr>
      <w:keepNext/>
      <w:spacing w:before="480" w:after="240" w:line="240" w:lineRule="auto"/>
      <w:ind w:left="510" w:firstLine="284"/>
      <w:jc w:val="center"/>
      <w:outlineLvl w:val="2"/>
    </w:pPr>
    <w:rPr>
      <w:rFonts w:ascii="Arial" w:hAnsi="Arial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D2C77"/>
    <w:rPr>
      <w:rFonts w:ascii="Arial" w:eastAsia="Times New Roman" w:hAnsi="Arial" w:cs="Times New Roman"/>
      <w:b/>
      <w:szCs w:val="20"/>
    </w:rPr>
  </w:style>
  <w:style w:type="table" w:styleId="a3">
    <w:name w:val="Table Grid"/>
    <w:basedOn w:val="a1"/>
    <w:rsid w:val="00ED602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3"/>
    <w:rsid w:val="00EF4F3B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4C03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C0385"/>
  </w:style>
  <w:style w:type="paragraph" w:styleId="a6">
    <w:name w:val="footer"/>
    <w:basedOn w:val="a"/>
    <w:link w:val="a7"/>
    <w:unhideWhenUsed/>
    <w:rsid w:val="004C03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C0385"/>
  </w:style>
  <w:style w:type="paragraph" w:customStyle="1" w:styleId="a8">
    <w:name w:val="Знак"/>
    <w:basedOn w:val="a"/>
    <w:autoRedefine/>
    <w:rsid w:val="004C0385"/>
    <w:pPr>
      <w:spacing w:after="160" w:line="240" w:lineRule="exact"/>
      <w:ind w:left="26"/>
    </w:pPr>
    <w:rPr>
      <w:rFonts w:ascii="Times New Roman" w:hAnsi="Times New Roman"/>
      <w:sz w:val="24"/>
      <w:szCs w:val="24"/>
      <w:lang w:val="en-US" w:eastAsia="en-US"/>
    </w:rPr>
  </w:style>
  <w:style w:type="paragraph" w:styleId="a9">
    <w:name w:val="No Spacing"/>
    <w:uiPriority w:val="1"/>
    <w:qFormat/>
    <w:rsid w:val="00794044"/>
    <w:rPr>
      <w:sz w:val="22"/>
      <w:szCs w:val="22"/>
    </w:rPr>
  </w:style>
  <w:style w:type="paragraph" w:styleId="31">
    <w:name w:val="Body Text Indent 3"/>
    <w:basedOn w:val="a"/>
    <w:link w:val="32"/>
    <w:semiHidden/>
    <w:rsid w:val="00FD2C77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24"/>
      <w:szCs w:val="20"/>
    </w:rPr>
  </w:style>
  <w:style w:type="character" w:customStyle="1" w:styleId="32">
    <w:name w:val="Основной текст с отступом 3 Знак"/>
    <w:basedOn w:val="a0"/>
    <w:link w:val="31"/>
    <w:semiHidden/>
    <w:rsid w:val="00FD2C77"/>
    <w:rPr>
      <w:rFonts w:ascii="Times New Roman" w:eastAsia="Times New Roman" w:hAnsi="Times New Roman" w:cs="Times New Roman"/>
      <w:sz w:val="24"/>
      <w:szCs w:val="20"/>
    </w:rPr>
  </w:style>
  <w:style w:type="paragraph" w:styleId="aa">
    <w:name w:val="List Paragraph"/>
    <w:basedOn w:val="a"/>
    <w:uiPriority w:val="34"/>
    <w:qFormat/>
    <w:rsid w:val="002C3697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C0113"/>
    <w:rPr>
      <w:rFonts w:ascii="Courier New" w:hAnsi="Courier New" w:cs="Courier New"/>
      <w:b/>
      <w:bCs/>
    </w:rPr>
  </w:style>
  <w:style w:type="character" w:customStyle="1" w:styleId="20">
    <w:name w:val="Заголовок 2 Знак"/>
    <w:basedOn w:val="a0"/>
    <w:link w:val="2"/>
    <w:rsid w:val="00DC0113"/>
    <w:rPr>
      <w:rFonts w:ascii="Courier New" w:hAnsi="Courier New" w:cs="Courier New"/>
      <w:b/>
      <w:bCs/>
    </w:rPr>
  </w:style>
  <w:style w:type="character" w:styleId="ab">
    <w:name w:val="Hyperlink"/>
    <w:basedOn w:val="a0"/>
    <w:rsid w:val="00DC0113"/>
    <w:rPr>
      <w:color w:val="0000FF"/>
      <w:u w:val="single"/>
    </w:rPr>
  </w:style>
  <w:style w:type="character" w:styleId="ac">
    <w:name w:val="FollowedHyperlink"/>
    <w:basedOn w:val="a0"/>
    <w:rsid w:val="00DC0113"/>
    <w:rPr>
      <w:color w:val="800080"/>
      <w:u w:val="single"/>
    </w:rPr>
  </w:style>
  <w:style w:type="paragraph" w:customStyle="1" w:styleId="font5">
    <w:name w:val="font5"/>
    <w:basedOn w:val="a"/>
    <w:rsid w:val="00DC0113"/>
    <w:pPr>
      <w:spacing w:before="100" w:beforeAutospacing="1" w:after="100" w:afterAutospacing="1" w:line="240" w:lineRule="auto"/>
    </w:pPr>
    <w:rPr>
      <w:rFonts w:ascii="Courier New" w:hAnsi="Courier New" w:cs="Courier New"/>
      <w:b/>
      <w:bCs/>
      <w:sz w:val="20"/>
      <w:szCs w:val="20"/>
    </w:rPr>
  </w:style>
  <w:style w:type="paragraph" w:customStyle="1" w:styleId="font6">
    <w:name w:val="font6"/>
    <w:basedOn w:val="a"/>
    <w:rsid w:val="00DC0113"/>
    <w:pPr>
      <w:spacing w:before="100" w:beforeAutospacing="1" w:after="100" w:afterAutospacing="1" w:line="240" w:lineRule="auto"/>
    </w:pPr>
    <w:rPr>
      <w:rFonts w:ascii="Tahoma" w:hAnsi="Tahoma" w:cs="Tahoma"/>
      <w:color w:val="000000"/>
      <w:sz w:val="16"/>
      <w:szCs w:val="16"/>
    </w:rPr>
  </w:style>
  <w:style w:type="paragraph" w:customStyle="1" w:styleId="font7">
    <w:name w:val="font7"/>
    <w:basedOn w:val="a"/>
    <w:rsid w:val="00DC0113"/>
    <w:pPr>
      <w:spacing w:before="100" w:beforeAutospacing="1" w:after="100" w:afterAutospacing="1" w:line="240" w:lineRule="auto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24">
    <w:name w:val="xl24"/>
    <w:basedOn w:val="a"/>
    <w:rsid w:val="00DC0113"/>
    <w:pPr>
      <w:spacing w:before="100" w:beforeAutospacing="1" w:after="100" w:afterAutospacing="1" w:line="240" w:lineRule="auto"/>
      <w:jc w:val="right"/>
    </w:pPr>
    <w:rPr>
      <w:rFonts w:ascii="Courier New" w:hAnsi="Courier New" w:cs="Courier New"/>
      <w:sz w:val="24"/>
      <w:szCs w:val="24"/>
    </w:rPr>
  </w:style>
  <w:style w:type="paragraph" w:customStyle="1" w:styleId="xl25">
    <w:name w:val="xl25"/>
    <w:basedOn w:val="a"/>
    <w:rsid w:val="00DC0113"/>
    <w:pPr>
      <w:spacing w:before="100" w:beforeAutospacing="1" w:after="100" w:afterAutospacing="1" w:line="240" w:lineRule="auto"/>
    </w:pPr>
    <w:rPr>
      <w:rFonts w:ascii="Courier New" w:hAnsi="Courier New" w:cs="Courier New"/>
      <w:sz w:val="24"/>
      <w:szCs w:val="24"/>
    </w:rPr>
  </w:style>
  <w:style w:type="paragraph" w:customStyle="1" w:styleId="xl26">
    <w:name w:val="xl26"/>
    <w:basedOn w:val="a"/>
    <w:rsid w:val="00DC0113"/>
    <w:pPr>
      <w:spacing w:before="100" w:beforeAutospacing="1" w:after="100" w:afterAutospacing="1" w:line="240" w:lineRule="auto"/>
      <w:jc w:val="right"/>
    </w:pPr>
    <w:rPr>
      <w:rFonts w:ascii="Courier New" w:hAnsi="Courier New" w:cs="Courier New"/>
      <w:b/>
      <w:bCs/>
      <w:sz w:val="24"/>
      <w:szCs w:val="24"/>
    </w:rPr>
  </w:style>
  <w:style w:type="paragraph" w:customStyle="1" w:styleId="xl27">
    <w:name w:val="xl27"/>
    <w:basedOn w:val="a"/>
    <w:rsid w:val="00DC0113"/>
    <w:pPr>
      <w:spacing w:before="100" w:beforeAutospacing="1" w:after="100" w:afterAutospacing="1" w:line="240" w:lineRule="auto"/>
    </w:pPr>
    <w:rPr>
      <w:rFonts w:ascii="Courier New" w:hAnsi="Courier New" w:cs="Courier New"/>
      <w:sz w:val="24"/>
      <w:szCs w:val="24"/>
    </w:rPr>
  </w:style>
  <w:style w:type="paragraph" w:customStyle="1" w:styleId="xl28">
    <w:name w:val="xl28"/>
    <w:basedOn w:val="a"/>
    <w:rsid w:val="00DC01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sz w:val="24"/>
      <w:szCs w:val="24"/>
    </w:rPr>
  </w:style>
  <w:style w:type="paragraph" w:customStyle="1" w:styleId="xl29">
    <w:name w:val="xl29"/>
    <w:basedOn w:val="a"/>
    <w:rsid w:val="00DC01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sz w:val="24"/>
      <w:szCs w:val="24"/>
    </w:rPr>
  </w:style>
  <w:style w:type="paragraph" w:customStyle="1" w:styleId="xl30">
    <w:name w:val="xl30"/>
    <w:basedOn w:val="a"/>
    <w:rsid w:val="00DC01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b/>
      <w:bCs/>
      <w:sz w:val="24"/>
      <w:szCs w:val="24"/>
    </w:rPr>
  </w:style>
  <w:style w:type="paragraph" w:customStyle="1" w:styleId="xl31">
    <w:name w:val="xl31"/>
    <w:basedOn w:val="a"/>
    <w:rsid w:val="00DC01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b/>
      <w:bCs/>
      <w:sz w:val="24"/>
      <w:szCs w:val="24"/>
    </w:rPr>
  </w:style>
  <w:style w:type="paragraph" w:customStyle="1" w:styleId="xl32">
    <w:name w:val="xl32"/>
    <w:basedOn w:val="a"/>
    <w:rsid w:val="00DC01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sz w:val="24"/>
      <w:szCs w:val="24"/>
    </w:rPr>
  </w:style>
  <w:style w:type="paragraph" w:customStyle="1" w:styleId="xl33">
    <w:name w:val="xl33"/>
    <w:basedOn w:val="a"/>
    <w:rsid w:val="00DC01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sz w:val="24"/>
      <w:szCs w:val="24"/>
    </w:rPr>
  </w:style>
  <w:style w:type="paragraph" w:customStyle="1" w:styleId="xl34">
    <w:name w:val="xl34"/>
    <w:basedOn w:val="a"/>
    <w:rsid w:val="00DC0113"/>
    <w:pPr>
      <w:spacing w:before="100" w:beforeAutospacing="1" w:after="100" w:afterAutospacing="1" w:line="240" w:lineRule="auto"/>
    </w:pPr>
    <w:rPr>
      <w:rFonts w:ascii="Courier New" w:hAnsi="Courier New" w:cs="Courier New"/>
      <w:b/>
      <w:bCs/>
      <w:sz w:val="24"/>
      <w:szCs w:val="24"/>
    </w:rPr>
  </w:style>
  <w:style w:type="paragraph" w:customStyle="1" w:styleId="xl35">
    <w:name w:val="xl35"/>
    <w:basedOn w:val="a"/>
    <w:rsid w:val="00DC0113"/>
    <w:pPr>
      <w:spacing w:before="100" w:beforeAutospacing="1" w:after="100" w:afterAutospacing="1" w:line="240" w:lineRule="auto"/>
      <w:jc w:val="center"/>
    </w:pPr>
    <w:rPr>
      <w:rFonts w:ascii="Courier New" w:hAnsi="Courier New" w:cs="Courier New"/>
      <w:sz w:val="24"/>
      <w:szCs w:val="24"/>
    </w:rPr>
  </w:style>
  <w:style w:type="paragraph" w:customStyle="1" w:styleId="xl36">
    <w:name w:val="xl36"/>
    <w:basedOn w:val="a"/>
    <w:rsid w:val="00DC0113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Courier New" w:hAnsi="Courier New" w:cs="Courier New"/>
      <w:b/>
      <w:bCs/>
      <w:sz w:val="24"/>
      <w:szCs w:val="24"/>
    </w:rPr>
  </w:style>
  <w:style w:type="paragraph" w:customStyle="1" w:styleId="xl37">
    <w:name w:val="xl37"/>
    <w:basedOn w:val="a"/>
    <w:rsid w:val="00DC0113"/>
    <w:pPr>
      <w:pBdr>
        <w:top w:val="single" w:sz="4" w:space="0" w:color="auto"/>
      </w:pBdr>
      <w:spacing w:before="100" w:beforeAutospacing="1" w:after="100" w:afterAutospacing="1" w:line="240" w:lineRule="auto"/>
      <w:jc w:val="right"/>
    </w:pPr>
    <w:rPr>
      <w:rFonts w:ascii="Courier New" w:hAnsi="Courier New" w:cs="Courier New"/>
      <w:b/>
      <w:bCs/>
      <w:sz w:val="24"/>
      <w:szCs w:val="24"/>
    </w:rPr>
  </w:style>
  <w:style w:type="paragraph" w:customStyle="1" w:styleId="xl38">
    <w:name w:val="xl38"/>
    <w:basedOn w:val="a"/>
    <w:rsid w:val="00DC0113"/>
    <w:pPr>
      <w:pBdr>
        <w:top w:val="single" w:sz="4" w:space="0" w:color="auto"/>
      </w:pBdr>
      <w:spacing w:before="100" w:beforeAutospacing="1" w:after="100" w:afterAutospacing="1" w:line="240" w:lineRule="auto"/>
      <w:jc w:val="right"/>
    </w:pPr>
    <w:rPr>
      <w:rFonts w:ascii="Courier New" w:hAnsi="Courier New" w:cs="Courier New"/>
      <w:sz w:val="24"/>
      <w:szCs w:val="24"/>
    </w:rPr>
  </w:style>
  <w:style w:type="paragraph" w:customStyle="1" w:styleId="xl39">
    <w:name w:val="xl39"/>
    <w:basedOn w:val="a"/>
    <w:rsid w:val="00DC0113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Courier New" w:hAnsi="Courier New" w:cs="Courier New"/>
      <w:sz w:val="24"/>
      <w:szCs w:val="24"/>
    </w:rPr>
  </w:style>
  <w:style w:type="paragraph" w:customStyle="1" w:styleId="xl40">
    <w:name w:val="xl40"/>
    <w:basedOn w:val="a"/>
    <w:rsid w:val="00DC0113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Courier New" w:hAnsi="Courier New" w:cs="Courier New"/>
      <w:sz w:val="24"/>
      <w:szCs w:val="24"/>
    </w:rPr>
  </w:style>
  <w:style w:type="paragraph" w:customStyle="1" w:styleId="xl41">
    <w:name w:val="xl41"/>
    <w:basedOn w:val="a"/>
    <w:rsid w:val="00DC0113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Courier New" w:hAnsi="Courier New" w:cs="Courier New"/>
      <w:sz w:val="24"/>
      <w:szCs w:val="24"/>
    </w:rPr>
  </w:style>
  <w:style w:type="paragraph" w:customStyle="1" w:styleId="xl42">
    <w:name w:val="xl42"/>
    <w:basedOn w:val="a"/>
    <w:rsid w:val="00DC0113"/>
    <w:pP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b/>
      <w:bCs/>
      <w:sz w:val="24"/>
      <w:szCs w:val="24"/>
    </w:rPr>
  </w:style>
  <w:style w:type="paragraph" w:customStyle="1" w:styleId="xl43">
    <w:name w:val="xl43"/>
    <w:basedOn w:val="a"/>
    <w:rsid w:val="00DC0113"/>
    <w:pP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b/>
      <w:bCs/>
      <w:sz w:val="24"/>
      <w:szCs w:val="24"/>
    </w:rPr>
  </w:style>
  <w:style w:type="paragraph" w:customStyle="1" w:styleId="xl44">
    <w:name w:val="xl44"/>
    <w:basedOn w:val="a"/>
    <w:rsid w:val="00DC011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b/>
      <w:bCs/>
      <w:sz w:val="24"/>
      <w:szCs w:val="24"/>
    </w:rPr>
  </w:style>
  <w:style w:type="paragraph" w:customStyle="1" w:styleId="xl45">
    <w:name w:val="xl45"/>
    <w:basedOn w:val="a"/>
    <w:rsid w:val="00DC011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b/>
      <w:bCs/>
      <w:sz w:val="24"/>
      <w:szCs w:val="24"/>
    </w:rPr>
  </w:style>
  <w:style w:type="paragraph" w:customStyle="1" w:styleId="xl46">
    <w:name w:val="xl46"/>
    <w:basedOn w:val="a"/>
    <w:rsid w:val="00DC0113"/>
    <w:pP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sz w:val="24"/>
      <w:szCs w:val="24"/>
    </w:rPr>
  </w:style>
  <w:style w:type="paragraph" w:customStyle="1" w:styleId="xl47">
    <w:name w:val="xl47"/>
    <w:basedOn w:val="a"/>
    <w:rsid w:val="00DC0113"/>
    <w:pP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sz w:val="24"/>
      <w:szCs w:val="24"/>
    </w:rPr>
  </w:style>
  <w:style w:type="paragraph" w:customStyle="1" w:styleId="xl48">
    <w:name w:val="xl48"/>
    <w:basedOn w:val="a"/>
    <w:rsid w:val="00DC011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sz w:val="24"/>
      <w:szCs w:val="24"/>
    </w:rPr>
  </w:style>
  <w:style w:type="paragraph" w:customStyle="1" w:styleId="xl49">
    <w:name w:val="xl49"/>
    <w:basedOn w:val="a"/>
    <w:rsid w:val="00DC011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sz w:val="24"/>
      <w:szCs w:val="24"/>
    </w:rPr>
  </w:style>
  <w:style w:type="paragraph" w:customStyle="1" w:styleId="xl50">
    <w:name w:val="xl50"/>
    <w:basedOn w:val="a"/>
    <w:rsid w:val="00DC01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sz w:val="24"/>
      <w:szCs w:val="24"/>
    </w:rPr>
  </w:style>
  <w:style w:type="paragraph" w:customStyle="1" w:styleId="xl51">
    <w:name w:val="xl51"/>
    <w:basedOn w:val="a"/>
    <w:rsid w:val="00DC01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sz w:val="24"/>
      <w:szCs w:val="24"/>
    </w:rPr>
  </w:style>
  <w:style w:type="paragraph" w:customStyle="1" w:styleId="xl52">
    <w:name w:val="xl52"/>
    <w:basedOn w:val="a"/>
    <w:rsid w:val="00DC0113"/>
    <w:pPr>
      <w:spacing w:before="100" w:beforeAutospacing="1" w:after="100" w:afterAutospacing="1" w:line="240" w:lineRule="auto"/>
      <w:textAlignment w:val="center"/>
    </w:pPr>
    <w:rPr>
      <w:rFonts w:ascii="Courier New" w:hAnsi="Courier New" w:cs="Courier New"/>
      <w:sz w:val="24"/>
      <w:szCs w:val="24"/>
    </w:rPr>
  </w:style>
  <w:style w:type="paragraph" w:customStyle="1" w:styleId="xl53">
    <w:name w:val="xl53"/>
    <w:basedOn w:val="a"/>
    <w:rsid w:val="00DC0113"/>
    <w:pPr>
      <w:spacing w:before="100" w:beforeAutospacing="1" w:after="100" w:afterAutospacing="1" w:line="240" w:lineRule="auto"/>
      <w:jc w:val="right"/>
      <w:textAlignment w:val="center"/>
    </w:pPr>
    <w:rPr>
      <w:rFonts w:ascii="Courier New" w:hAnsi="Courier New" w:cs="Courier New"/>
      <w:sz w:val="24"/>
      <w:szCs w:val="24"/>
    </w:rPr>
  </w:style>
  <w:style w:type="paragraph" w:customStyle="1" w:styleId="xl54">
    <w:name w:val="xl54"/>
    <w:basedOn w:val="a"/>
    <w:rsid w:val="00DC0113"/>
    <w:pPr>
      <w:spacing w:before="100" w:beforeAutospacing="1" w:after="100" w:afterAutospacing="1" w:line="240" w:lineRule="auto"/>
      <w:ind w:firstLineChars="900" w:firstLine="900"/>
    </w:pPr>
    <w:rPr>
      <w:rFonts w:ascii="Courier New" w:hAnsi="Courier New" w:cs="Courier New"/>
      <w:sz w:val="24"/>
      <w:szCs w:val="24"/>
    </w:rPr>
  </w:style>
  <w:style w:type="paragraph" w:customStyle="1" w:styleId="xl55">
    <w:name w:val="xl55"/>
    <w:basedOn w:val="a"/>
    <w:rsid w:val="00DC01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b/>
      <w:bCs/>
      <w:sz w:val="24"/>
      <w:szCs w:val="24"/>
    </w:rPr>
  </w:style>
  <w:style w:type="paragraph" w:customStyle="1" w:styleId="xl56">
    <w:name w:val="xl56"/>
    <w:basedOn w:val="a"/>
    <w:rsid w:val="00DC01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b/>
      <w:bCs/>
      <w:sz w:val="24"/>
      <w:szCs w:val="24"/>
    </w:rPr>
  </w:style>
  <w:style w:type="paragraph" w:customStyle="1" w:styleId="xl57">
    <w:name w:val="xl57"/>
    <w:basedOn w:val="a"/>
    <w:rsid w:val="00DC0113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Courier New" w:hAnsi="Courier New" w:cs="Courier New"/>
      <w:b/>
      <w:bCs/>
      <w:sz w:val="24"/>
      <w:szCs w:val="24"/>
    </w:rPr>
  </w:style>
  <w:style w:type="paragraph" w:customStyle="1" w:styleId="xl58">
    <w:name w:val="xl58"/>
    <w:basedOn w:val="a"/>
    <w:rsid w:val="00DC0113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Courier New" w:hAnsi="Courier New" w:cs="Courier New"/>
      <w:b/>
      <w:bCs/>
      <w:sz w:val="24"/>
      <w:szCs w:val="24"/>
    </w:rPr>
  </w:style>
  <w:style w:type="paragraph" w:customStyle="1" w:styleId="xl59">
    <w:name w:val="xl59"/>
    <w:basedOn w:val="a"/>
    <w:rsid w:val="00DC01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b/>
      <w:bCs/>
      <w:sz w:val="24"/>
      <w:szCs w:val="24"/>
    </w:rPr>
  </w:style>
  <w:style w:type="paragraph" w:customStyle="1" w:styleId="xl60">
    <w:name w:val="xl60"/>
    <w:basedOn w:val="a"/>
    <w:rsid w:val="00DC01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b/>
      <w:bCs/>
      <w:sz w:val="24"/>
      <w:szCs w:val="24"/>
    </w:rPr>
  </w:style>
  <w:style w:type="character" w:styleId="ad">
    <w:name w:val="page number"/>
    <w:basedOn w:val="a0"/>
    <w:rsid w:val="00DC01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5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igr_1\&#1056;&#1072;&#1073;&#1086;&#1095;&#1080;&#1081;%20&#1089;&#1090;&#1086;&#1083;\&#1058;&#1054;&#1052;-1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FE5A5-7AEA-4593-9F31-946C6E618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ТОМ-1</Template>
  <TotalTime>1165</TotalTime>
  <Pages>3</Pages>
  <Words>645</Words>
  <Characters>3681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GKS</Company>
  <LinksUpToDate>false</LinksUpToDate>
  <CharactersWithSpaces>4318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migr_1</dc:creator>
  <cp:keywords/>
  <dc:description/>
  <cp:lastModifiedBy>1</cp:lastModifiedBy>
  <cp:revision>98</cp:revision>
  <cp:lastPrinted>2012-04-23T11:14:00Z</cp:lastPrinted>
  <dcterms:created xsi:type="dcterms:W3CDTF">2012-05-05T08:34:00Z</dcterms:created>
  <dcterms:modified xsi:type="dcterms:W3CDTF">2013-12-31T10:17:00Z</dcterms:modified>
</cp:coreProperties>
</file>